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14:paraId="6BDA999B" w14:textId="77777777" w:rsidR="00216198" w:rsidRPr="00216198" w:rsidRDefault="00216198" w:rsidP="005A52E8">
      <w:pPr>
        <w:pStyle w:val="Podnadpis"/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</w:pPr>
      <w:r w:rsidRPr="00216198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 xml:space="preserve">Příloha č. </w:t>
      </w:r>
      <w:r w:rsidR="00622353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>4c</w:t>
      </w:r>
      <w:r w:rsidRPr="00216198">
        <w:rPr>
          <w:rStyle w:val="FontStyle38"/>
          <w:rFonts w:asciiTheme="minorHAnsi" w:eastAsia="Times New Roman" w:hAnsiTheme="minorHAnsi"/>
          <w:sz w:val="18"/>
          <w:szCs w:val="18"/>
          <w:lang w:eastAsia="cs-CZ"/>
        </w:rPr>
        <w:t xml:space="preserve"> Zadávací dokumentace</w:t>
      </w:r>
    </w:p>
    <w:p w14:paraId="3C43AED8" w14:textId="77777777" w:rsidR="00452C9B" w:rsidRPr="007F7550" w:rsidRDefault="007F7550" w:rsidP="00407DF6">
      <w:pPr>
        <w:pStyle w:val="Nadpistabulky"/>
        <w:ind w:left="0"/>
        <w:rPr>
          <w:rStyle w:val="FontStyle37"/>
          <w:rFonts w:asciiTheme="minorHAnsi" w:hAnsiTheme="minorHAnsi"/>
          <w:sz w:val="22"/>
          <w:szCs w:val="22"/>
        </w:rPr>
      </w:pPr>
      <w:r>
        <w:rPr>
          <w:rStyle w:val="FontStyle37"/>
          <w:rFonts w:asciiTheme="minorHAnsi" w:hAnsiTheme="minorHAnsi"/>
          <w:sz w:val="22"/>
          <w:szCs w:val="22"/>
        </w:rPr>
        <w:t xml:space="preserve">Specifikace předmětu </w:t>
      </w:r>
      <w:r w:rsidRPr="007F7550">
        <w:rPr>
          <w:rStyle w:val="FontStyle37"/>
          <w:rFonts w:asciiTheme="minorHAnsi" w:hAnsiTheme="minorHAnsi"/>
          <w:sz w:val="22"/>
          <w:szCs w:val="22"/>
        </w:rPr>
        <w:t>dílčích smluv</w:t>
      </w:r>
    </w:p>
    <w:p w14:paraId="0B975EBA" w14:textId="0BFB8A11" w:rsidR="00736A90" w:rsidRPr="00736A90" w:rsidRDefault="00865452" w:rsidP="00736A90">
      <w:pPr>
        <w:spacing w:before="240"/>
        <w:rPr>
          <w:rFonts w:eastAsiaTheme="minorEastAsia" w:cs="Times New Roman"/>
          <w:b/>
          <w:bCs/>
          <w:color w:val="000000"/>
        </w:rPr>
      </w:pPr>
      <w:r w:rsidRPr="00865452">
        <w:rPr>
          <w:rFonts w:eastAsiaTheme="minorEastAsia" w:cs="Times New Roman"/>
          <w:b/>
          <w:bCs/>
          <w:color w:val="000000"/>
        </w:rPr>
        <w:t>„Opravy osobních a nákladních výtahů a plošin v obvodu OŘ Praha 2023-2025“</w:t>
      </w:r>
    </w:p>
    <w:p w14:paraId="4919B945" w14:textId="77777777" w:rsidR="00670AC9" w:rsidRPr="006239A6" w:rsidRDefault="00670AC9" w:rsidP="00BA2AE3">
      <w:pPr>
        <w:rPr>
          <w:rStyle w:val="Siln"/>
        </w:rPr>
      </w:pPr>
      <w:r w:rsidRPr="006239A6">
        <w:rPr>
          <w:rStyle w:val="Siln"/>
        </w:rPr>
        <w:t>Předmět dílčích smluv</w:t>
      </w:r>
    </w:p>
    <w:p w14:paraId="70785754" w14:textId="77777777" w:rsidR="00A01072" w:rsidRDefault="006239A6" w:rsidP="006239A6">
      <w:pPr>
        <w:tabs>
          <w:tab w:val="left" w:pos="1418"/>
        </w:tabs>
        <w:spacing w:before="60" w:after="60"/>
        <w:ind w:right="764"/>
        <w:rPr>
          <w:bCs/>
        </w:rPr>
      </w:pPr>
      <w:r w:rsidRPr="006239A6">
        <w:rPr>
          <w:rStyle w:val="Siln"/>
          <w:b w:val="0"/>
        </w:rPr>
        <w:t xml:space="preserve">Předmětem je </w:t>
      </w:r>
      <w:r w:rsidR="00A01072">
        <w:rPr>
          <w:bCs/>
        </w:rPr>
        <w:t>z</w:t>
      </w:r>
      <w:r w:rsidR="00A01072" w:rsidRPr="00A01072">
        <w:rPr>
          <w:bCs/>
        </w:rPr>
        <w:t>ajištění provozu a oprav osobních a nákladních výtahů a plošin včetně náhradních dílů a navazujících komponent v obvodu Oblastního ředitelství Praha</w:t>
      </w:r>
      <w:r w:rsidRPr="006239A6">
        <w:rPr>
          <w:bCs/>
        </w:rPr>
        <w:t>.</w:t>
      </w:r>
      <w:r w:rsidR="00A01072">
        <w:rPr>
          <w:bCs/>
        </w:rPr>
        <w:t xml:space="preserve"> </w:t>
      </w:r>
    </w:p>
    <w:p w14:paraId="7AE572A4" w14:textId="05783AE7" w:rsidR="006239A6" w:rsidRDefault="00A01072" w:rsidP="006239A6">
      <w:pPr>
        <w:tabs>
          <w:tab w:val="left" w:pos="1418"/>
        </w:tabs>
        <w:spacing w:before="60" w:after="60"/>
        <w:ind w:right="764"/>
        <w:rPr>
          <w:rFonts w:cs="Arial"/>
        </w:rPr>
      </w:pPr>
      <w:r>
        <w:rPr>
          <w:rFonts w:cs="Arial"/>
        </w:rPr>
        <w:t>Jedná se zejména o opravy a mimořádné zásahy pro zajištění provozuschopnosti.</w:t>
      </w:r>
    </w:p>
    <w:p w14:paraId="2122055E" w14:textId="7294B4CD" w:rsidR="00A01072" w:rsidRDefault="00A01072" w:rsidP="00A01072">
      <w:pPr>
        <w:tabs>
          <w:tab w:val="left" w:pos="1418"/>
        </w:tabs>
        <w:spacing w:before="60" w:after="60"/>
        <w:ind w:right="764"/>
        <w:jc w:val="both"/>
        <w:rPr>
          <w:rFonts w:cs="Arial"/>
        </w:rPr>
      </w:pPr>
      <w:r>
        <w:rPr>
          <w:rFonts w:cs="Arial"/>
        </w:rPr>
        <w:t>Předmětem je i proškolení obsluhy (pracovníků objednatele), poskytování telefonických konzultací, evidence zařízení včetně jejich základních parametrů, evidence historie prací na jednotlivých zařízeních, evidence provádění úkonů předepsaných výrobci jednotlivých zařízení dle plánu údržby.</w:t>
      </w:r>
    </w:p>
    <w:p w14:paraId="4ABAE470" w14:textId="77777777" w:rsidR="00A01072" w:rsidRPr="006239A6" w:rsidRDefault="00A01072" w:rsidP="006239A6">
      <w:pPr>
        <w:tabs>
          <w:tab w:val="left" w:pos="1418"/>
        </w:tabs>
        <w:spacing w:before="60" w:after="60"/>
        <w:ind w:right="764"/>
        <w:rPr>
          <w:bCs/>
        </w:rPr>
      </w:pPr>
    </w:p>
    <w:p w14:paraId="4F6BF0F8" w14:textId="004B1DAF" w:rsidR="006239A6" w:rsidRPr="00A01072" w:rsidRDefault="00A01072" w:rsidP="00A01072">
      <w:pPr>
        <w:tabs>
          <w:tab w:val="left" w:pos="1418"/>
        </w:tabs>
        <w:spacing w:before="60" w:after="60"/>
        <w:ind w:right="764"/>
        <w:jc w:val="both"/>
        <w:rPr>
          <w:rFonts w:cs="Arial"/>
          <w:noProof/>
        </w:rPr>
      </w:pPr>
      <w:r>
        <w:rPr>
          <w:rFonts w:cs="Arial"/>
          <w:noProof/>
        </w:rPr>
        <w:t>Zajištění činností pro opravy v následujících časových lhůtách:</w:t>
      </w:r>
    </w:p>
    <w:p w14:paraId="0378616D" w14:textId="77777777" w:rsidR="00B37CA1" w:rsidRPr="00313CFD" w:rsidRDefault="00B37CA1" w:rsidP="00B37CA1">
      <w:pPr>
        <w:pStyle w:val="Odstavecseseznamem"/>
        <w:numPr>
          <w:ilvl w:val="0"/>
          <w:numId w:val="45"/>
        </w:numPr>
        <w:tabs>
          <w:tab w:val="left" w:pos="1418"/>
        </w:tabs>
        <w:spacing w:before="60" w:after="60"/>
        <w:ind w:right="764"/>
        <w:jc w:val="both"/>
        <w:rPr>
          <w:rFonts w:cs="Arial"/>
          <w:b/>
          <w:noProof/>
        </w:rPr>
      </w:pPr>
      <w:r w:rsidRPr="00313CFD">
        <w:rPr>
          <w:rFonts w:cs="Arial"/>
          <w:noProof/>
        </w:rPr>
        <w:t xml:space="preserve">Nástup k práci </w:t>
      </w:r>
      <w:r>
        <w:rPr>
          <w:rFonts w:cs="Arial"/>
          <w:noProof/>
        </w:rPr>
        <w:t xml:space="preserve">a předložení cenové nabídky </w:t>
      </w:r>
      <w:r w:rsidRPr="00313CFD">
        <w:rPr>
          <w:rFonts w:cs="Arial"/>
          <w:noProof/>
        </w:rPr>
        <w:t xml:space="preserve">do </w:t>
      </w:r>
      <w:r w:rsidRPr="00313CFD">
        <w:rPr>
          <w:rFonts w:cs="Arial"/>
          <w:b/>
          <w:noProof/>
        </w:rPr>
        <w:t>24 hodin od nahlášení závady</w:t>
      </w:r>
      <w:r>
        <w:rPr>
          <w:rFonts w:cs="Arial"/>
          <w:b/>
          <w:noProof/>
        </w:rPr>
        <w:t>.</w:t>
      </w:r>
    </w:p>
    <w:p w14:paraId="3C3E3C7C" w14:textId="77777777" w:rsidR="00B37CA1" w:rsidRPr="008F7925" w:rsidRDefault="00B37CA1" w:rsidP="00B37CA1">
      <w:pPr>
        <w:pStyle w:val="Odstavecseseznamem"/>
        <w:numPr>
          <w:ilvl w:val="0"/>
          <w:numId w:val="45"/>
        </w:numPr>
        <w:tabs>
          <w:tab w:val="left" w:pos="1418"/>
        </w:tabs>
        <w:spacing w:before="60" w:after="60"/>
        <w:ind w:right="764"/>
        <w:jc w:val="both"/>
        <w:rPr>
          <w:rFonts w:cs="Arial"/>
        </w:rPr>
      </w:pPr>
      <w:r w:rsidRPr="00313CFD">
        <w:rPr>
          <w:rFonts w:cs="Arial"/>
          <w:noProof/>
        </w:rPr>
        <w:t xml:space="preserve">Havarijní výjezd </w:t>
      </w:r>
      <w:r w:rsidRPr="008F27EB">
        <w:rPr>
          <w:rFonts w:cs="Arial"/>
          <w:noProof/>
        </w:rPr>
        <w:t xml:space="preserve">na základě výslovné žádosti objednatele </w:t>
      </w:r>
      <w:r w:rsidRPr="00313CFD">
        <w:rPr>
          <w:rFonts w:cs="Arial"/>
          <w:noProof/>
        </w:rPr>
        <w:t xml:space="preserve">v případě mimořádnosti do </w:t>
      </w:r>
      <w:r w:rsidRPr="00313CFD">
        <w:rPr>
          <w:rFonts w:cs="Arial"/>
          <w:b/>
          <w:noProof/>
        </w:rPr>
        <w:t>2h od nahlášení závady.</w:t>
      </w:r>
    </w:p>
    <w:p w14:paraId="3AA32921" w14:textId="77777777" w:rsidR="00B37CA1" w:rsidRPr="00313CFD" w:rsidRDefault="00B37CA1" w:rsidP="00B37CA1">
      <w:pPr>
        <w:pStyle w:val="Odstavecseseznamem"/>
        <w:numPr>
          <w:ilvl w:val="0"/>
          <w:numId w:val="45"/>
        </w:numPr>
        <w:tabs>
          <w:tab w:val="left" w:pos="1418"/>
        </w:tabs>
        <w:spacing w:before="60" w:after="60"/>
        <w:ind w:right="764"/>
        <w:jc w:val="both"/>
        <w:rPr>
          <w:rFonts w:cs="Arial"/>
        </w:rPr>
      </w:pPr>
      <w:r w:rsidRPr="00313CFD">
        <w:rPr>
          <w:rFonts w:cs="Arial"/>
          <w:noProof/>
        </w:rPr>
        <w:t xml:space="preserve">Akceptace objednávky do </w:t>
      </w:r>
      <w:r w:rsidRPr="00313CFD">
        <w:rPr>
          <w:rFonts w:cs="Arial"/>
          <w:b/>
          <w:noProof/>
        </w:rPr>
        <w:t>24h od doručení</w:t>
      </w:r>
      <w:r w:rsidRPr="00313CFD">
        <w:rPr>
          <w:rFonts w:cs="Arial"/>
          <w:noProof/>
        </w:rPr>
        <w:t>.</w:t>
      </w:r>
    </w:p>
    <w:p w14:paraId="206DA6CA" w14:textId="77777777" w:rsidR="00B37CA1" w:rsidRPr="00313CFD" w:rsidRDefault="00B37CA1" w:rsidP="00B37CA1">
      <w:pPr>
        <w:pStyle w:val="Odstavecseseznamem"/>
        <w:numPr>
          <w:ilvl w:val="0"/>
          <w:numId w:val="45"/>
        </w:numPr>
        <w:tabs>
          <w:tab w:val="left" w:pos="1418"/>
        </w:tabs>
        <w:spacing w:before="60" w:after="60"/>
        <w:ind w:right="764"/>
        <w:jc w:val="both"/>
        <w:rPr>
          <w:rFonts w:cs="Arial"/>
        </w:rPr>
      </w:pPr>
      <w:r w:rsidRPr="00313CFD">
        <w:rPr>
          <w:rFonts w:cs="Arial"/>
          <w:noProof/>
        </w:rPr>
        <w:t xml:space="preserve">Ukončení celkové opravy včetně dodání materiálu do </w:t>
      </w:r>
      <w:r w:rsidRPr="00313CFD">
        <w:rPr>
          <w:rFonts w:cs="Arial"/>
          <w:b/>
          <w:noProof/>
        </w:rPr>
        <w:t xml:space="preserve">21 </w:t>
      </w:r>
      <w:r>
        <w:rPr>
          <w:rFonts w:cs="Arial"/>
          <w:b/>
          <w:noProof/>
        </w:rPr>
        <w:t>kalendářních</w:t>
      </w:r>
      <w:r w:rsidRPr="00313CFD">
        <w:rPr>
          <w:rFonts w:cs="Arial"/>
          <w:b/>
          <w:noProof/>
        </w:rPr>
        <w:t xml:space="preserve"> </w:t>
      </w:r>
      <w:r w:rsidRPr="009D694C">
        <w:rPr>
          <w:rFonts w:cs="Arial"/>
          <w:b/>
          <w:noProof/>
        </w:rPr>
        <w:t>dnů od akceptace objednávky</w:t>
      </w:r>
      <w:r w:rsidRPr="00313CFD">
        <w:rPr>
          <w:rFonts w:cs="Arial"/>
          <w:noProof/>
        </w:rPr>
        <w:t>.</w:t>
      </w:r>
    </w:p>
    <w:p w14:paraId="32A99929" w14:textId="4EE17AE0" w:rsidR="00B37CA1" w:rsidRPr="006239A6" w:rsidRDefault="006239A6" w:rsidP="006239A6">
      <w:pPr>
        <w:tabs>
          <w:tab w:val="left" w:pos="1418"/>
        </w:tabs>
        <w:spacing w:before="60" w:after="60"/>
        <w:ind w:right="764"/>
        <w:rPr>
          <w:bCs/>
        </w:rPr>
      </w:pPr>
      <w:r w:rsidRPr="006239A6">
        <w:rPr>
          <w:bCs/>
        </w:rPr>
        <w:t>Součástí zajištění oprav je i provádění zkoušek po opravě a předání určeného technického zařízení servisní organizaci včetně protokolu objednateli.</w:t>
      </w:r>
      <w:bookmarkStart w:id="0" w:name="_GoBack"/>
      <w:bookmarkEnd w:id="0"/>
    </w:p>
    <w:p w14:paraId="5554AC25" w14:textId="15CA9C10" w:rsidR="006239A6" w:rsidRDefault="006239A6" w:rsidP="006239A6">
      <w:pPr>
        <w:tabs>
          <w:tab w:val="left" w:pos="1418"/>
        </w:tabs>
        <w:spacing w:before="120" w:after="60"/>
        <w:ind w:right="765"/>
        <w:jc w:val="both"/>
        <w:rPr>
          <w:rFonts w:cs="Arial"/>
          <w:noProof/>
        </w:rPr>
      </w:pPr>
      <w:r>
        <w:rPr>
          <w:rFonts w:cs="Arial"/>
          <w:noProof/>
        </w:rPr>
        <w:t xml:space="preserve">Plnění je prováděno na </w:t>
      </w:r>
      <w:r w:rsidR="00B37CA1">
        <w:rPr>
          <w:rFonts w:cs="Arial"/>
          <w:noProof/>
        </w:rPr>
        <w:t xml:space="preserve">referenčně stávajícím </w:t>
      </w:r>
      <w:r>
        <w:rPr>
          <w:rFonts w:cs="Arial"/>
          <w:noProof/>
        </w:rPr>
        <w:t>zařízení:</w:t>
      </w:r>
    </w:p>
    <w:tbl>
      <w:tblPr>
        <w:tblW w:w="4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876"/>
        <w:gridCol w:w="960"/>
      </w:tblGrid>
      <w:tr w:rsidR="006239A6" w:rsidRPr="00077FC4" w14:paraId="22E90F5B" w14:textId="77777777" w:rsidTr="00B37CA1">
        <w:trPr>
          <w:trHeight w:val="255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CDA63" w14:textId="607B1FB9" w:rsidR="006239A6" w:rsidRPr="00077FC4" w:rsidRDefault="00B067B2" w:rsidP="00365B7A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cs-CZ"/>
              </w:rPr>
            </w:pPr>
            <w:r w:rsidRPr="00077FC4">
              <w:rPr>
                <w:rFonts w:ascii="Verdana" w:eastAsia="Times New Roman" w:hAnsi="Verdana" w:cs="Arial"/>
                <w:b/>
                <w:bCs/>
                <w:lang w:eastAsia="cs-CZ"/>
              </w:rPr>
              <w:t>Výrobce/dodavatel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2E4BB" w14:textId="77777777" w:rsidR="006239A6" w:rsidRPr="00077FC4" w:rsidRDefault="006239A6" w:rsidP="00365B7A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cs-CZ"/>
              </w:rPr>
            </w:pPr>
            <w:r w:rsidRPr="00077FC4">
              <w:rPr>
                <w:rFonts w:ascii="Verdana" w:eastAsia="Times New Roman" w:hAnsi="Verdana" w:cs="Arial"/>
                <w:b/>
                <w:bCs/>
                <w:lang w:eastAsia="cs-CZ"/>
              </w:rPr>
              <w:t>Výtahy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D8878" w14:textId="77777777" w:rsidR="006239A6" w:rsidRPr="00077FC4" w:rsidRDefault="006239A6" w:rsidP="00365B7A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cs-CZ"/>
              </w:rPr>
            </w:pPr>
            <w:r w:rsidRPr="00077FC4">
              <w:rPr>
                <w:rFonts w:ascii="Verdana" w:eastAsia="Times New Roman" w:hAnsi="Verdana" w:cs="Arial"/>
                <w:b/>
                <w:bCs/>
                <w:lang w:eastAsia="cs-CZ"/>
              </w:rPr>
              <w:t>Plošiny</w:t>
            </w:r>
          </w:p>
        </w:tc>
      </w:tr>
      <w:tr w:rsidR="006239A6" w:rsidRPr="00077FC4" w14:paraId="13B26294" w14:textId="77777777" w:rsidTr="0022048A">
        <w:trPr>
          <w:trHeight w:val="283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ED808" w14:textId="5F74F7C6" w:rsidR="006239A6" w:rsidRPr="00077FC4" w:rsidRDefault="00B37CA1" w:rsidP="00365B7A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cs-CZ"/>
              </w:rPr>
            </w:pPr>
            <w:r w:rsidRPr="00077FC4">
              <w:rPr>
                <w:rFonts w:ascii="Verdana" w:hAnsi="Verdana" w:cs="Arial"/>
                <w:noProof/>
              </w:rPr>
              <w:t>Hutní montáže Praha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2956C" w14:textId="55C74488" w:rsidR="006239A6" w:rsidRPr="00077FC4" w:rsidRDefault="00B37CA1" w:rsidP="00B37CA1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077FC4">
              <w:rPr>
                <w:rFonts w:ascii="Verdana" w:eastAsia="Times New Roman" w:hAnsi="Verdana" w:cs="Arial"/>
                <w:lang w:eastAsia="cs-CZ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AF83F" w14:textId="15F6FE60" w:rsidR="006239A6" w:rsidRPr="00077FC4" w:rsidRDefault="0075175C" w:rsidP="0075175C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077FC4">
              <w:rPr>
                <w:rFonts w:ascii="Verdana" w:eastAsia="Times New Roman" w:hAnsi="Verdana" w:cs="Arial"/>
                <w:lang w:eastAsia="cs-CZ"/>
              </w:rPr>
              <w:t>_-_</w:t>
            </w:r>
          </w:p>
        </w:tc>
      </w:tr>
      <w:tr w:rsidR="006239A6" w:rsidRPr="00077FC4" w14:paraId="11AE0FF7" w14:textId="77777777" w:rsidTr="0022048A">
        <w:trPr>
          <w:trHeight w:val="283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C8B80" w14:textId="524E0CAC" w:rsidR="006239A6" w:rsidRPr="00077FC4" w:rsidRDefault="00B37CA1" w:rsidP="00365B7A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cs-CZ"/>
              </w:rPr>
            </w:pPr>
            <w:r w:rsidRPr="00077FC4">
              <w:rPr>
                <w:rFonts w:ascii="Verdana" w:hAnsi="Verdana" w:cs="Arial"/>
                <w:noProof/>
              </w:rPr>
              <w:t>Kone, a.s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08F21" w14:textId="77EDC0CA" w:rsidR="002B4008" w:rsidRPr="00077FC4" w:rsidRDefault="002B4008" w:rsidP="002B4008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077FC4">
              <w:rPr>
                <w:rFonts w:ascii="Verdana" w:eastAsia="Times New Roman" w:hAnsi="Verdana" w:cs="Arial"/>
                <w:lang w:eastAsia="cs-CZ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FD8D4" w14:textId="6321EC86" w:rsidR="006239A6" w:rsidRPr="00077FC4" w:rsidRDefault="0075175C" w:rsidP="0075175C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077FC4">
              <w:rPr>
                <w:rFonts w:ascii="Verdana" w:eastAsia="Times New Roman" w:hAnsi="Verdana" w:cs="Arial"/>
                <w:lang w:eastAsia="cs-CZ"/>
              </w:rPr>
              <w:t>-</w:t>
            </w:r>
          </w:p>
        </w:tc>
      </w:tr>
      <w:tr w:rsidR="006239A6" w:rsidRPr="00077FC4" w14:paraId="09B9AE8C" w14:textId="77777777" w:rsidTr="0022048A">
        <w:trPr>
          <w:trHeight w:val="283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72D20" w14:textId="37CCEE17" w:rsidR="006239A6" w:rsidRPr="00077FC4" w:rsidRDefault="00B37CA1" w:rsidP="00365B7A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cs-CZ"/>
              </w:rPr>
            </w:pPr>
            <w:r w:rsidRPr="00077FC4">
              <w:rPr>
                <w:rFonts w:ascii="Verdana" w:hAnsi="Verdana" w:cs="Arial"/>
                <w:noProof/>
              </w:rPr>
              <w:t>Otis, a.s.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B1FE1" w14:textId="245D2F70" w:rsidR="006239A6" w:rsidRPr="00077FC4" w:rsidRDefault="0022048A" w:rsidP="00B37CA1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077FC4">
              <w:rPr>
                <w:rFonts w:ascii="Verdana" w:eastAsia="Times New Roman" w:hAnsi="Verdana" w:cs="Arial"/>
                <w:lang w:eastAsia="cs-CZ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2F33A" w14:textId="6EE72853" w:rsidR="006239A6" w:rsidRPr="00077FC4" w:rsidRDefault="0075175C" w:rsidP="0075175C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077FC4">
              <w:rPr>
                <w:rFonts w:ascii="Verdana" w:eastAsia="Times New Roman" w:hAnsi="Verdana" w:cs="Arial"/>
                <w:lang w:eastAsia="cs-CZ"/>
              </w:rPr>
              <w:t>-</w:t>
            </w:r>
          </w:p>
        </w:tc>
      </w:tr>
      <w:tr w:rsidR="006239A6" w:rsidRPr="00077FC4" w14:paraId="259056C2" w14:textId="77777777" w:rsidTr="0022048A">
        <w:trPr>
          <w:trHeight w:val="283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9E65C" w14:textId="58DD6F9F" w:rsidR="006239A6" w:rsidRPr="00077FC4" w:rsidRDefault="00B37CA1" w:rsidP="00365B7A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cs-CZ"/>
              </w:rPr>
            </w:pPr>
            <w:r w:rsidRPr="00077FC4">
              <w:rPr>
                <w:rFonts w:ascii="Verdana" w:hAnsi="Verdana" w:cs="Arial"/>
                <w:noProof/>
              </w:rPr>
              <w:t>Pragolift výtahy, s.r.o.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7256D" w14:textId="6E0648CE" w:rsidR="006239A6" w:rsidRPr="00077FC4" w:rsidRDefault="0022048A" w:rsidP="00B37CA1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077FC4">
              <w:rPr>
                <w:rFonts w:ascii="Verdana" w:eastAsia="Times New Roman" w:hAnsi="Verdana" w:cs="Arial"/>
                <w:lang w:eastAsia="cs-CZ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37D73" w14:textId="43FF483D" w:rsidR="006239A6" w:rsidRPr="00077FC4" w:rsidRDefault="0075175C" w:rsidP="0075175C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077FC4">
              <w:rPr>
                <w:rFonts w:ascii="Verdana" w:eastAsia="Times New Roman" w:hAnsi="Verdana" w:cs="Arial"/>
                <w:lang w:eastAsia="cs-CZ"/>
              </w:rPr>
              <w:t>-</w:t>
            </w:r>
          </w:p>
        </w:tc>
      </w:tr>
      <w:tr w:rsidR="006239A6" w:rsidRPr="00077FC4" w14:paraId="54FFC678" w14:textId="77777777" w:rsidTr="0022048A">
        <w:trPr>
          <w:trHeight w:val="283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D1560" w14:textId="1904CAF5" w:rsidR="006239A6" w:rsidRPr="00077FC4" w:rsidRDefault="00B37CA1" w:rsidP="00365B7A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cs-CZ"/>
              </w:rPr>
            </w:pPr>
            <w:r w:rsidRPr="00077FC4">
              <w:rPr>
                <w:rFonts w:ascii="Verdana" w:hAnsi="Verdana" w:cs="Arial"/>
                <w:noProof/>
              </w:rPr>
              <w:t>Rovex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9CB3E" w14:textId="59521240" w:rsidR="006239A6" w:rsidRPr="00077FC4" w:rsidRDefault="0022048A" w:rsidP="00B37CA1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077FC4">
              <w:rPr>
                <w:rFonts w:ascii="Verdana" w:eastAsia="Times New Roman" w:hAnsi="Verdana" w:cs="Arial"/>
                <w:lang w:eastAsia="cs-CZ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6F707" w14:textId="1F8D9481" w:rsidR="006239A6" w:rsidRPr="00077FC4" w:rsidRDefault="0075175C" w:rsidP="0075175C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077FC4">
              <w:rPr>
                <w:rFonts w:ascii="Verdana" w:eastAsia="Times New Roman" w:hAnsi="Verdana" w:cs="Arial"/>
                <w:lang w:eastAsia="cs-CZ"/>
              </w:rPr>
              <w:t>-</w:t>
            </w:r>
          </w:p>
        </w:tc>
      </w:tr>
      <w:tr w:rsidR="006239A6" w:rsidRPr="00077FC4" w14:paraId="43D44D81" w14:textId="77777777" w:rsidTr="0022048A">
        <w:trPr>
          <w:trHeight w:val="283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DDE67" w14:textId="334E5E25" w:rsidR="006239A6" w:rsidRPr="00077FC4" w:rsidRDefault="00B37CA1" w:rsidP="00365B7A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cs-CZ"/>
              </w:rPr>
            </w:pPr>
            <w:r w:rsidRPr="00077FC4">
              <w:rPr>
                <w:rFonts w:ascii="Verdana" w:hAnsi="Verdana" w:cs="Arial"/>
                <w:noProof/>
              </w:rPr>
              <w:t>Schindler, a.s.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A1C70" w14:textId="6F500D25" w:rsidR="006239A6" w:rsidRPr="00077FC4" w:rsidRDefault="0022048A" w:rsidP="00B37CA1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077FC4">
              <w:rPr>
                <w:rFonts w:ascii="Verdana" w:eastAsia="Times New Roman" w:hAnsi="Verdana" w:cs="Arial"/>
                <w:lang w:eastAsia="cs-CZ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1DAD1" w14:textId="003B1841" w:rsidR="006239A6" w:rsidRPr="00077FC4" w:rsidRDefault="0075175C" w:rsidP="0075175C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077FC4">
              <w:rPr>
                <w:rFonts w:ascii="Verdana" w:eastAsia="Times New Roman" w:hAnsi="Verdana" w:cs="Arial"/>
                <w:lang w:eastAsia="cs-CZ"/>
              </w:rPr>
              <w:t>-</w:t>
            </w:r>
          </w:p>
        </w:tc>
      </w:tr>
      <w:tr w:rsidR="006239A6" w:rsidRPr="00077FC4" w14:paraId="741C528F" w14:textId="77777777" w:rsidTr="0022048A">
        <w:trPr>
          <w:trHeight w:val="283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BFCC3" w14:textId="5FAB34E0" w:rsidR="006239A6" w:rsidRPr="00077FC4" w:rsidRDefault="00B37CA1" w:rsidP="00365B7A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cs-CZ"/>
              </w:rPr>
            </w:pPr>
            <w:r w:rsidRPr="00077FC4">
              <w:rPr>
                <w:rFonts w:ascii="Verdana" w:hAnsi="Verdana" w:cs="Arial"/>
                <w:noProof/>
              </w:rPr>
              <w:t>Výtahy Schmitt+Sohn, s.r.o.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C8EDE" w14:textId="30BBE719" w:rsidR="006239A6" w:rsidRPr="00077FC4" w:rsidRDefault="0022048A" w:rsidP="00B37CA1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077FC4">
              <w:rPr>
                <w:rFonts w:ascii="Verdana" w:eastAsia="Times New Roman" w:hAnsi="Verdana" w:cs="Arial"/>
                <w:lang w:eastAsia="cs-CZ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1C62C" w14:textId="2A4CBCB8" w:rsidR="006239A6" w:rsidRPr="00077FC4" w:rsidRDefault="0075175C" w:rsidP="0075175C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077FC4">
              <w:rPr>
                <w:rFonts w:ascii="Verdana" w:eastAsia="Times New Roman" w:hAnsi="Verdana" w:cs="Arial"/>
                <w:lang w:eastAsia="cs-CZ"/>
              </w:rPr>
              <w:t>-</w:t>
            </w:r>
          </w:p>
        </w:tc>
      </w:tr>
      <w:tr w:rsidR="006239A6" w:rsidRPr="00077FC4" w14:paraId="5B00D068" w14:textId="77777777" w:rsidTr="0022048A">
        <w:trPr>
          <w:trHeight w:val="283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2A36" w14:textId="2AAC8DDF" w:rsidR="006239A6" w:rsidRPr="00077FC4" w:rsidRDefault="00B37CA1" w:rsidP="00365B7A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cs-CZ"/>
              </w:rPr>
            </w:pPr>
            <w:r w:rsidRPr="00077FC4">
              <w:rPr>
                <w:rFonts w:ascii="Verdana" w:hAnsi="Verdana" w:cs="Arial"/>
                <w:noProof/>
              </w:rPr>
              <w:t>Thyssenkrupp výtahy, s.r.o.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859F8" w14:textId="06F0EE16" w:rsidR="006239A6" w:rsidRPr="00077FC4" w:rsidRDefault="0022048A" w:rsidP="00B37CA1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077FC4">
              <w:rPr>
                <w:rFonts w:ascii="Verdana" w:eastAsia="Times New Roman" w:hAnsi="Verdana" w:cs="Arial"/>
                <w:lang w:eastAsia="cs-CZ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05EC7" w14:textId="5835146B" w:rsidR="006239A6" w:rsidRPr="00077FC4" w:rsidRDefault="0075175C" w:rsidP="0075175C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077FC4">
              <w:rPr>
                <w:rFonts w:ascii="Verdana" w:eastAsia="Times New Roman" w:hAnsi="Verdana" w:cs="Arial"/>
                <w:lang w:eastAsia="cs-CZ"/>
              </w:rPr>
              <w:t>-</w:t>
            </w:r>
          </w:p>
        </w:tc>
      </w:tr>
      <w:tr w:rsidR="006239A6" w:rsidRPr="00077FC4" w14:paraId="2D58310C" w14:textId="77777777" w:rsidTr="0022048A">
        <w:trPr>
          <w:trHeight w:val="283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816FF" w14:textId="61B9D712" w:rsidR="006239A6" w:rsidRPr="00077FC4" w:rsidRDefault="00B37CA1" w:rsidP="00365B7A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cs-CZ"/>
              </w:rPr>
            </w:pPr>
            <w:r w:rsidRPr="00077FC4">
              <w:rPr>
                <w:rFonts w:ascii="Verdana" w:hAnsi="Verdana" w:cs="Arial"/>
                <w:noProof/>
              </w:rPr>
              <w:t>Tramontáž, spol. s.r.o.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72015" w14:textId="274E9AB1" w:rsidR="006239A6" w:rsidRPr="00077FC4" w:rsidRDefault="0022048A" w:rsidP="00B37CA1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077FC4">
              <w:rPr>
                <w:rFonts w:ascii="Verdana" w:eastAsia="Times New Roman" w:hAnsi="Verdana" w:cs="Arial"/>
                <w:lang w:eastAsia="cs-CZ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6B19A" w14:textId="03520666" w:rsidR="006239A6" w:rsidRPr="00077FC4" w:rsidRDefault="0075175C" w:rsidP="0075175C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077FC4">
              <w:rPr>
                <w:rFonts w:ascii="Verdana" w:eastAsia="Times New Roman" w:hAnsi="Verdana" w:cs="Arial"/>
                <w:lang w:eastAsia="cs-CZ"/>
              </w:rPr>
              <w:t>-</w:t>
            </w:r>
          </w:p>
        </w:tc>
      </w:tr>
      <w:tr w:rsidR="006239A6" w:rsidRPr="00077FC4" w14:paraId="5CF5CDD3" w14:textId="77777777" w:rsidTr="0022048A">
        <w:trPr>
          <w:trHeight w:val="283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E5381" w14:textId="7071A522" w:rsidR="006239A6" w:rsidRPr="00077FC4" w:rsidRDefault="00B37CA1" w:rsidP="00B37CA1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cs-CZ"/>
              </w:rPr>
            </w:pPr>
            <w:r w:rsidRPr="00077FC4">
              <w:rPr>
                <w:rFonts w:ascii="Verdana" w:hAnsi="Verdana" w:cs="Arial"/>
                <w:noProof/>
              </w:rPr>
              <w:t>Transporta Chrudim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653E7" w14:textId="3C42380A" w:rsidR="006239A6" w:rsidRPr="00077FC4" w:rsidRDefault="0022048A" w:rsidP="00B37CA1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077FC4">
              <w:rPr>
                <w:rFonts w:ascii="Verdana" w:eastAsia="Times New Roman" w:hAnsi="Verdana" w:cs="Arial"/>
                <w:lang w:eastAsia="cs-CZ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DAF2A" w14:textId="76F3DBAF" w:rsidR="006239A6" w:rsidRPr="00077FC4" w:rsidRDefault="0075175C" w:rsidP="0075175C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077FC4">
              <w:rPr>
                <w:rFonts w:ascii="Verdana" w:eastAsia="Times New Roman" w:hAnsi="Verdana" w:cs="Arial"/>
                <w:lang w:eastAsia="cs-CZ"/>
              </w:rPr>
              <w:t>-</w:t>
            </w:r>
          </w:p>
        </w:tc>
      </w:tr>
      <w:tr w:rsidR="006239A6" w:rsidRPr="00077FC4" w14:paraId="4BD5A344" w14:textId="77777777" w:rsidTr="0022048A">
        <w:trPr>
          <w:trHeight w:val="283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6033F" w14:textId="6F6469A7" w:rsidR="006239A6" w:rsidRPr="00077FC4" w:rsidRDefault="00B37CA1" w:rsidP="00365B7A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cs-CZ"/>
              </w:rPr>
            </w:pPr>
            <w:r w:rsidRPr="00077FC4">
              <w:rPr>
                <w:rFonts w:ascii="Verdana" w:hAnsi="Verdana" w:cs="Arial"/>
                <w:noProof/>
              </w:rPr>
              <w:t>Transporta Praha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781CB" w14:textId="05049780" w:rsidR="006239A6" w:rsidRPr="00077FC4" w:rsidRDefault="0022048A" w:rsidP="00B37CA1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077FC4">
              <w:rPr>
                <w:rFonts w:ascii="Verdana" w:eastAsia="Times New Roman" w:hAnsi="Verdana" w:cs="Arial"/>
                <w:lang w:eastAsia="cs-CZ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B36E4" w14:textId="7A0254AF" w:rsidR="006239A6" w:rsidRPr="00077FC4" w:rsidRDefault="0075175C" w:rsidP="0075175C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077FC4">
              <w:rPr>
                <w:rFonts w:ascii="Verdana" w:eastAsia="Times New Roman" w:hAnsi="Verdana" w:cs="Arial"/>
                <w:lang w:eastAsia="cs-CZ"/>
              </w:rPr>
              <w:t>-</w:t>
            </w:r>
          </w:p>
        </w:tc>
      </w:tr>
      <w:tr w:rsidR="006239A6" w:rsidRPr="00077FC4" w14:paraId="6617A441" w14:textId="77777777" w:rsidTr="0022048A">
        <w:trPr>
          <w:trHeight w:val="283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54AC2" w14:textId="78EFB931" w:rsidR="006239A6" w:rsidRPr="00077FC4" w:rsidRDefault="00B37CA1" w:rsidP="00365B7A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cs-CZ"/>
              </w:rPr>
            </w:pPr>
            <w:r w:rsidRPr="00077FC4">
              <w:rPr>
                <w:rFonts w:ascii="Verdana" w:hAnsi="Verdana" w:cs="Arial"/>
                <w:noProof/>
              </w:rPr>
              <w:t>Transporta Břeclav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1D343" w14:textId="42DFB23C" w:rsidR="006239A6" w:rsidRPr="00077FC4" w:rsidRDefault="0022048A" w:rsidP="00B37CA1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077FC4">
              <w:rPr>
                <w:rFonts w:ascii="Verdana" w:eastAsia="Times New Roman" w:hAnsi="Verdana" w:cs="Arial"/>
                <w:lang w:eastAsia="cs-CZ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2828F" w14:textId="5531D90E" w:rsidR="006239A6" w:rsidRPr="00077FC4" w:rsidRDefault="0075175C" w:rsidP="0075175C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077FC4">
              <w:rPr>
                <w:rFonts w:ascii="Verdana" w:eastAsia="Times New Roman" w:hAnsi="Verdana" w:cs="Arial"/>
                <w:lang w:eastAsia="cs-CZ"/>
              </w:rPr>
              <w:t>-</w:t>
            </w:r>
          </w:p>
        </w:tc>
      </w:tr>
      <w:tr w:rsidR="002B4008" w:rsidRPr="00077FC4" w14:paraId="66008859" w14:textId="77777777" w:rsidTr="0022048A">
        <w:trPr>
          <w:trHeight w:val="283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53891" w14:textId="571A9979" w:rsidR="002B4008" w:rsidRPr="00077FC4" w:rsidRDefault="002B4008" w:rsidP="002B40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cs-CZ"/>
              </w:rPr>
            </w:pPr>
            <w:r w:rsidRPr="00077FC4">
              <w:rPr>
                <w:rFonts w:ascii="Verdana" w:hAnsi="Verdana" w:cs="Arial"/>
                <w:noProof/>
              </w:rPr>
              <w:t>Veb Aufzugswerk – Leipzig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7DC2E" w14:textId="16B8392A" w:rsidR="002B4008" w:rsidRPr="00077FC4" w:rsidRDefault="0022048A" w:rsidP="002B4008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077FC4">
              <w:rPr>
                <w:rFonts w:ascii="Verdana" w:eastAsia="Times New Roman" w:hAnsi="Verdana" w:cs="Arial"/>
                <w:lang w:eastAsia="cs-CZ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6B1D2" w14:textId="5927C572" w:rsidR="002B4008" w:rsidRPr="00077FC4" w:rsidRDefault="0075175C" w:rsidP="0075175C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077FC4">
              <w:rPr>
                <w:rFonts w:ascii="Verdana" w:eastAsia="Times New Roman" w:hAnsi="Verdana" w:cs="Arial"/>
                <w:lang w:eastAsia="cs-CZ"/>
              </w:rPr>
              <w:t>-</w:t>
            </w:r>
          </w:p>
        </w:tc>
      </w:tr>
      <w:tr w:rsidR="002B4008" w:rsidRPr="00077FC4" w14:paraId="547CBF77" w14:textId="77777777" w:rsidTr="0022048A">
        <w:trPr>
          <w:trHeight w:val="283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BADFA" w14:textId="71F4B136" w:rsidR="002B4008" w:rsidRPr="00077FC4" w:rsidRDefault="002B4008" w:rsidP="002B40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cs-CZ"/>
              </w:rPr>
            </w:pPr>
            <w:r w:rsidRPr="00077FC4">
              <w:rPr>
                <w:rFonts w:ascii="Verdana" w:hAnsi="Verdana" w:cs="Arial"/>
                <w:noProof/>
              </w:rPr>
              <w:t>Vítkovice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E1C06" w14:textId="14EE98C9" w:rsidR="002B4008" w:rsidRPr="00077FC4" w:rsidRDefault="0022048A" w:rsidP="002B4008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077FC4">
              <w:rPr>
                <w:rFonts w:ascii="Verdana" w:eastAsia="Times New Roman" w:hAnsi="Verdana" w:cs="Arial"/>
                <w:lang w:eastAsia="cs-CZ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5E19B" w14:textId="22EDC6D9" w:rsidR="002B4008" w:rsidRPr="00077FC4" w:rsidRDefault="0075175C" w:rsidP="0075175C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077FC4">
              <w:rPr>
                <w:rFonts w:ascii="Verdana" w:eastAsia="Times New Roman" w:hAnsi="Verdana" w:cs="Arial"/>
                <w:lang w:eastAsia="cs-CZ"/>
              </w:rPr>
              <w:t>-</w:t>
            </w:r>
          </w:p>
        </w:tc>
      </w:tr>
      <w:tr w:rsidR="002B4008" w:rsidRPr="00077FC4" w14:paraId="7DDACDA3" w14:textId="77777777" w:rsidTr="0022048A">
        <w:trPr>
          <w:trHeight w:val="283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A0EFF" w14:textId="2CE832A2" w:rsidR="002B4008" w:rsidRPr="00077FC4" w:rsidRDefault="002B4008" w:rsidP="002B40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cs-CZ"/>
              </w:rPr>
            </w:pPr>
            <w:r w:rsidRPr="00077FC4">
              <w:rPr>
                <w:rFonts w:ascii="Verdana" w:hAnsi="Verdana" w:cs="Arial"/>
                <w:noProof/>
              </w:rPr>
              <w:t>VVS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E3383" w14:textId="17A9624C" w:rsidR="002B4008" w:rsidRPr="00077FC4" w:rsidRDefault="0022048A" w:rsidP="002B4008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077FC4">
              <w:rPr>
                <w:rFonts w:ascii="Verdana" w:eastAsia="Times New Roman" w:hAnsi="Verdana" w:cs="Arial"/>
                <w:lang w:eastAsia="cs-CZ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B117E" w14:textId="2B812687" w:rsidR="002B4008" w:rsidRPr="00077FC4" w:rsidRDefault="0075175C" w:rsidP="0075175C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077FC4">
              <w:rPr>
                <w:rFonts w:ascii="Verdana" w:eastAsia="Times New Roman" w:hAnsi="Verdana" w:cs="Arial"/>
                <w:lang w:eastAsia="cs-CZ"/>
              </w:rPr>
              <w:t>-</w:t>
            </w:r>
          </w:p>
        </w:tc>
      </w:tr>
      <w:tr w:rsidR="002B4008" w:rsidRPr="00077FC4" w14:paraId="182158D2" w14:textId="77777777" w:rsidTr="0022048A">
        <w:trPr>
          <w:trHeight w:val="283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FCF44" w14:textId="164DE2C2" w:rsidR="002B4008" w:rsidRPr="00077FC4" w:rsidRDefault="002B4008" w:rsidP="002B40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cs-CZ"/>
              </w:rPr>
            </w:pPr>
            <w:r w:rsidRPr="00077FC4">
              <w:rPr>
                <w:rFonts w:ascii="Verdana" w:hAnsi="Verdana" w:cs="Arial"/>
                <w:noProof/>
              </w:rPr>
              <w:t>Výtahy Bestlift, s.r.o.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F30A7" w14:textId="0B84066D" w:rsidR="002B4008" w:rsidRPr="00077FC4" w:rsidRDefault="0022048A" w:rsidP="002B4008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077FC4">
              <w:rPr>
                <w:rFonts w:ascii="Verdana" w:eastAsia="Times New Roman" w:hAnsi="Verdana" w:cs="Arial"/>
                <w:lang w:eastAsia="cs-CZ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A6569" w14:textId="240E7E3D" w:rsidR="002B4008" w:rsidRPr="00077FC4" w:rsidRDefault="0075175C" w:rsidP="0075175C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077FC4">
              <w:rPr>
                <w:rFonts w:ascii="Verdana" w:eastAsia="Times New Roman" w:hAnsi="Verdana" w:cs="Arial"/>
                <w:lang w:eastAsia="cs-CZ"/>
              </w:rPr>
              <w:t>-</w:t>
            </w:r>
          </w:p>
        </w:tc>
      </w:tr>
      <w:tr w:rsidR="002B4008" w:rsidRPr="00077FC4" w14:paraId="5E16E040" w14:textId="77777777" w:rsidTr="0022048A">
        <w:trPr>
          <w:trHeight w:val="283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92470" w14:textId="495B1492" w:rsidR="002B4008" w:rsidRPr="00077FC4" w:rsidRDefault="002B4008" w:rsidP="002B40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cs-CZ"/>
              </w:rPr>
            </w:pPr>
            <w:r w:rsidRPr="00077FC4">
              <w:rPr>
                <w:rFonts w:ascii="Verdana" w:hAnsi="Verdana" w:cs="Arial"/>
                <w:noProof/>
              </w:rPr>
              <w:t>Výtahy podnik hl.m. Prahy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7C6B6" w14:textId="6684DBD1" w:rsidR="002B4008" w:rsidRPr="00077FC4" w:rsidRDefault="0022048A" w:rsidP="0022048A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077FC4">
              <w:rPr>
                <w:rFonts w:ascii="Verdana" w:eastAsia="Times New Roman" w:hAnsi="Verdana" w:cs="Arial"/>
                <w:lang w:eastAsia="cs-CZ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F0EC8" w14:textId="01399580" w:rsidR="002B4008" w:rsidRPr="00077FC4" w:rsidRDefault="0075175C" w:rsidP="0075175C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077FC4">
              <w:rPr>
                <w:rFonts w:ascii="Verdana" w:eastAsia="Times New Roman" w:hAnsi="Verdana" w:cs="Arial"/>
                <w:lang w:eastAsia="cs-CZ"/>
              </w:rPr>
              <w:t>-</w:t>
            </w:r>
          </w:p>
        </w:tc>
      </w:tr>
      <w:tr w:rsidR="002B4008" w:rsidRPr="00077FC4" w14:paraId="06D6ACCC" w14:textId="77777777" w:rsidTr="0022048A">
        <w:trPr>
          <w:trHeight w:val="283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5F009" w14:textId="2AAC0C09" w:rsidR="002B4008" w:rsidRPr="00077FC4" w:rsidRDefault="002B4008" w:rsidP="002B40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cs-CZ"/>
              </w:rPr>
            </w:pPr>
            <w:r w:rsidRPr="00077FC4">
              <w:rPr>
                <w:rFonts w:ascii="Verdana" w:hAnsi="Verdana" w:cs="Arial"/>
                <w:noProof/>
              </w:rPr>
              <w:t>Výtahy Praha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65B9E" w14:textId="51DBA87F" w:rsidR="002B4008" w:rsidRPr="00077FC4" w:rsidRDefault="0022048A" w:rsidP="0022048A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077FC4">
              <w:rPr>
                <w:rFonts w:ascii="Verdana" w:eastAsia="Times New Roman" w:hAnsi="Verdana" w:cs="Arial"/>
                <w:lang w:eastAsia="cs-CZ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587C7" w14:textId="1AC4FC8D" w:rsidR="002B4008" w:rsidRPr="00077FC4" w:rsidRDefault="0075175C" w:rsidP="0075175C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077FC4">
              <w:rPr>
                <w:rFonts w:ascii="Verdana" w:eastAsia="Times New Roman" w:hAnsi="Verdana" w:cs="Arial"/>
                <w:lang w:eastAsia="cs-CZ"/>
              </w:rPr>
              <w:t>-</w:t>
            </w:r>
          </w:p>
        </w:tc>
      </w:tr>
      <w:tr w:rsidR="0022048A" w:rsidRPr="00077FC4" w14:paraId="5F537A63" w14:textId="77777777" w:rsidTr="0022048A">
        <w:trPr>
          <w:trHeight w:val="283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794B9" w14:textId="4630F87F" w:rsidR="0022048A" w:rsidRPr="00077FC4" w:rsidRDefault="0022048A" w:rsidP="0034754B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cs-CZ"/>
              </w:rPr>
            </w:pPr>
            <w:r w:rsidRPr="00077FC4">
              <w:rPr>
                <w:rFonts w:ascii="Verdana" w:hAnsi="Verdana" w:cs="Arial"/>
                <w:noProof/>
              </w:rPr>
              <w:lastRenderedPageBreak/>
              <w:t>Altech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157B8" w14:textId="51C55E0A" w:rsidR="0022048A" w:rsidRPr="00077FC4" w:rsidRDefault="0075175C" w:rsidP="0075175C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077FC4">
              <w:rPr>
                <w:rFonts w:ascii="Verdana" w:eastAsia="Times New Roman" w:hAnsi="Verdana" w:cs="Arial"/>
                <w:lang w:eastAsia="cs-CZ"/>
              </w:rPr>
              <w:t>-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F17DD" w14:textId="445912BF" w:rsidR="0022048A" w:rsidRPr="00077FC4" w:rsidRDefault="0022048A" w:rsidP="0022048A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077FC4">
              <w:rPr>
                <w:rFonts w:ascii="Verdana" w:eastAsia="Times New Roman" w:hAnsi="Verdana" w:cs="Arial"/>
                <w:lang w:eastAsia="cs-CZ"/>
              </w:rPr>
              <w:t>4</w:t>
            </w:r>
          </w:p>
        </w:tc>
      </w:tr>
      <w:tr w:rsidR="0022048A" w:rsidRPr="00077FC4" w14:paraId="02523162" w14:textId="77777777" w:rsidTr="0034754B">
        <w:trPr>
          <w:trHeight w:val="283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B009B" w14:textId="54E38EA8" w:rsidR="0022048A" w:rsidRPr="00077FC4" w:rsidRDefault="0022048A" w:rsidP="0034754B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cs-CZ"/>
              </w:rPr>
            </w:pPr>
            <w:r w:rsidRPr="00077FC4">
              <w:rPr>
                <w:rFonts w:ascii="Verdana" w:hAnsi="Verdana" w:cs="Arial"/>
                <w:noProof/>
              </w:rPr>
              <w:t>Delta B+B, spol s.r.o.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30F95" w14:textId="791E45F2" w:rsidR="0022048A" w:rsidRPr="00077FC4" w:rsidRDefault="0075175C" w:rsidP="0075175C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077FC4">
              <w:rPr>
                <w:rFonts w:ascii="Verdana" w:eastAsia="Times New Roman" w:hAnsi="Verdana" w:cs="Arial"/>
                <w:lang w:eastAsia="cs-CZ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96F5D" w14:textId="50C0FB24" w:rsidR="0022048A" w:rsidRPr="00077FC4" w:rsidRDefault="0022048A" w:rsidP="0022048A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077FC4">
              <w:rPr>
                <w:rFonts w:ascii="Verdana" w:eastAsia="Times New Roman" w:hAnsi="Verdana" w:cs="Arial"/>
                <w:lang w:eastAsia="cs-CZ"/>
              </w:rPr>
              <w:t>3</w:t>
            </w:r>
          </w:p>
        </w:tc>
      </w:tr>
      <w:tr w:rsidR="0022048A" w:rsidRPr="00077FC4" w14:paraId="225D8ED5" w14:textId="77777777" w:rsidTr="0022048A">
        <w:trPr>
          <w:trHeight w:val="283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D33FA" w14:textId="22103C53" w:rsidR="0022048A" w:rsidRPr="00077FC4" w:rsidRDefault="0022048A" w:rsidP="0034754B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cs-CZ"/>
              </w:rPr>
            </w:pPr>
            <w:r w:rsidRPr="00077FC4">
              <w:rPr>
                <w:rFonts w:ascii="Verdana" w:hAnsi="Verdana" w:cs="Arial"/>
                <w:noProof/>
              </w:rPr>
              <w:t>Garaventa Lift, s.r.o.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FBA38" w14:textId="5CE9E512" w:rsidR="0022048A" w:rsidRPr="00077FC4" w:rsidRDefault="0075175C" w:rsidP="0075175C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077FC4">
              <w:rPr>
                <w:rFonts w:ascii="Verdana" w:eastAsia="Times New Roman" w:hAnsi="Verdana" w:cs="Arial"/>
                <w:lang w:eastAsia="cs-CZ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7A9E5" w14:textId="3265455B" w:rsidR="0022048A" w:rsidRPr="00077FC4" w:rsidRDefault="0022048A" w:rsidP="0022048A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077FC4">
              <w:rPr>
                <w:rFonts w:ascii="Verdana" w:eastAsia="Times New Roman" w:hAnsi="Verdana" w:cs="Arial"/>
                <w:lang w:eastAsia="cs-CZ"/>
              </w:rPr>
              <w:t>1</w:t>
            </w:r>
          </w:p>
        </w:tc>
      </w:tr>
      <w:tr w:rsidR="002B4008" w:rsidRPr="00077FC4" w14:paraId="2BDD4668" w14:textId="77777777" w:rsidTr="0022048A">
        <w:trPr>
          <w:trHeight w:val="283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FB6DE" w14:textId="4B73B2ED" w:rsidR="002B4008" w:rsidRPr="00077FC4" w:rsidRDefault="0022048A" w:rsidP="002B4008">
            <w:pPr>
              <w:spacing w:after="0" w:line="240" w:lineRule="auto"/>
              <w:rPr>
                <w:rFonts w:ascii="Verdana" w:eastAsia="Times New Roman" w:hAnsi="Verdana" w:cs="Arial"/>
                <w:b/>
                <w:bCs/>
                <w:lang w:eastAsia="cs-CZ"/>
              </w:rPr>
            </w:pPr>
            <w:r w:rsidRPr="00077FC4">
              <w:rPr>
                <w:rFonts w:ascii="Verdana" w:hAnsi="Verdana" w:cs="Arial"/>
                <w:noProof/>
              </w:rPr>
              <w:t>Manus, spol s.r.o.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75BA9" w14:textId="48E830F3" w:rsidR="002B4008" w:rsidRPr="00077FC4" w:rsidRDefault="0075175C" w:rsidP="0075175C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077FC4">
              <w:rPr>
                <w:rFonts w:ascii="Verdana" w:eastAsia="Times New Roman" w:hAnsi="Verdana" w:cs="Arial"/>
                <w:lang w:eastAsia="cs-CZ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4235B" w14:textId="166F84B3" w:rsidR="002B4008" w:rsidRPr="00077FC4" w:rsidRDefault="0022048A" w:rsidP="0022048A">
            <w:pPr>
              <w:spacing w:after="0" w:line="240" w:lineRule="auto"/>
              <w:jc w:val="center"/>
              <w:rPr>
                <w:rFonts w:ascii="Verdana" w:eastAsia="Times New Roman" w:hAnsi="Verdana" w:cs="Arial"/>
                <w:lang w:eastAsia="cs-CZ"/>
              </w:rPr>
            </w:pPr>
            <w:r w:rsidRPr="00077FC4">
              <w:rPr>
                <w:rFonts w:ascii="Verdana" w:eastAsia="Times New Roman" w:hAnsi="Verdana" w:cs="Arial"/>
                <w:lang w:eastAsia="cs-CZ"/>
              </w:rPr>
              <w:t>9</w:t>
            </w:r>
          </w:p>
        </w:tc>
      </w:tr>
      <w:tr w:rsidR="002B4008" w:rsidRPr="00077FC4" w14:paraId="5B55A404" w14:textId="77777777" w:rsidTr="0022048A">
        <w:trPr>
          <w:trHeight w:val="283"/>
        </w:trPr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2D06E" w14:textId="557C0B05" w:rsidR="002B4008" w:rsidRPr="00077FC4" w:rsidRDefault="0022048A" w:rsidP="002B4008">
            <w:pPr>
              <w:spacing w:after="0" w:line="240" w:lineRule="auto"/>
              <w:rPr>
                <w:rFonts w:ascii="Verdana" w:hAnsi="Verdana" w:cs="Arial"/>
                <w:noProof/>
              </w:rPr>
            </w:pPr>
            <w:r w:rsidRPr="00077FC4">
              <w:rPr>
                <w:rFonts w:ascii="Verdana" w:hAnsi="Verdana" w:cs="Arial"/>
                <w:noProof/>
              </w:rPr>
              <w:t>VVS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30532" w14:textId="31E6C8FF" w:rsidR="002B4008" w:rsidRPr="00077FC4" w:rsidRDefault="0075175C" w:rsidP="0075175C">
            <w:pPr>
              <w:spacing w:after="0" w:line="240" w:lineRule="auto"/>
              <w:jc w:val="center"/>
              <w:rPr>
                <w:rFonts w:ascii="Verdana" w:hAnsi="Verdana" w:cs="Arial"/>
                <w:noProof/>
              </w:rPr>
            </w:pPr>
            <w:r w:rsidRPr="00077FC4">
              <w:rPr>
                <w:rFonts w:ascii="Verdana" w:hAnsi="Verdana" w:cs="Arial"/>
                <w:noProof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B24F6" w14:textId="4F427ABA" w:rsidR="002B4008" w:rsidRPr="00077FC4" w:rsidRDefault="0022048A" w:rsidP="0022048A">
            <w:pPr>
              <w:spacing w:after="0" w:line="240" w:lineRule="auto"/>
              <w:jc w:val="center"/>
              <w:rPr>
                <w:rFonts w:ascii="Verdana" w:hAnsi="Verdana" w:cs="Arial"/>
                <w:noProof/>
              </w:rPr>
            </w:pPr>
            <w:r w:rsidRPr="00077FC4">
              <w:rPr>
                <w:rFonts w:ascii="Verdana" w:hAnsi="Verdana" w:cs="Arial"/>
                <w:noProof/>
              </w:rPr>
              <w:t>3</w:t>
            </w:r>
          </w:p>
        </w:tc>
      </w:tr>
      <w:tr w:rsidR="002B4008" w:rsidRPr="00077FC4" w14:paraId="1DE4564F" w14:textId="77777777" w:rsidTr="0022048A">
        <w:trPr>
          <w:trHeight w:val="270"/>
        </w:trPr>
        <w:tc>
          <w:tcPr>
            <w:tcW w:w="27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C24C8" w14:textId="77777777" w:rsidR="002B4008" w:rsidRPr="00077FC4" w:rsidRDefault="002B4008" w:rsidP="002B4008">
            <w:pPr>
              <w:spacing w:after="0" w:line="240" w:lineRule="auto"/>
              <w:rPr>
                <w:rFonts w:ascii="Verdana" w:hAnsi="Verdana" w:cs="Arial"/>
                <w:b/>
                <w:noProof/>
              </w:rPr>
            </w:pPr>
            <w:r w:rsidRPr="00077FC4">
              <w:rPr>
                <w:rFonts w:ascii="Verdana" w:hAnsi="Verdana" w:cs="Arial"/>
                <w:b/>
                <w:noProof/>
              </w:rPr>
              <w:t>CELKEM</w:t>
            </w:r>
          </w:p>
        </w:tc>
        <w:tc>
          <w:tcPr>
            <w:tcW w:w="8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C000C" w14:textId="5293D00E" w:rsidR="002B4008" w:rsidRPr="00077FC4" w:rsidRDefault="0022048A" w:rsidP="0022048A">
            <w:pPr>
              <w:spacing w:after="0" w:line="240" w:lineRule="auto"/>
              <w:jc w:val="center"/>
              <w:rPr>
                <w:rFonts w:ascii="Verdana" w:hAnsi="Verdana" w:cs="Arial"/>
                <w:b/>
                <w:noProof/>
              </w:rPr>
            </w:pPr>
            <w:r w:rsidRPr="00077FC4">
              <w:rPr>
                <w:rFonts w:ascii="Verdana" w:hAnsi="Verdana" w:cs="Arial"/>
                <w:b/>
                <w:noProof/>
              </w:rPr>
              <w:t>114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D6A9BB6" w14:textId="05F1F0E2" w:rsidR="002B4008" w:rsidRPr="00077FC4" w:rsidRDefault="0022048A" w:rsidP="0022048A">
            <w:pPr>
              <w:spacing w:after="0" w:line="240" w:lineRule="auto"/>
              <w:jc w:val="center"/>
              <w:rPr>
                <w:rFonts w:ascii="Verdana" w:hAnsi="Verdana" w:cs="Arial"/>
                <w:b/>
                <w:noProof/>
              </w:rPr>
            </w:pPr>
            <w:r w:rsidRPr="00077FC4">
              <w:rPr>
                <w:rFonts w:ascii="Verdana" w:hAnsi="Verdana" w:cs="Arial"/>
                <w:b/>
                <w:noProof/>
              </w:rPr>
              <w:t>20</w:t>
            </w:r>
          </w:p>
        </w:tc>
      </w:tr>
    </w:tbl>
    <w:p w14:paraId="3CE2AF51" w14:textId="77777777" w:rsidR="006239A6" w:rsidRDefault="006239A6" w:rsidP="002C7B8B">
      <w:pPr>
        <w:tabs>
          <w:tab w:val="left" w:pos="1418"/>
        </w:tabs>
        <w:spacing w:before="60" w:after="60"/>
        <w:ind w:right="764"/>
        <w:rPr>
          <w:rStyle w:val="Siln"/>
          <w:b w:val="0"/>
          <w:highlight w:val="yellow"/>
        </w:rPr>
      </w:pPr>
    </w:p>
    <w:p w14:paraId="5F6C9D9A" w14:textId="77777777" w:rsidR="00670AC9" w:rsidRPr="006239A6" w:rsidRDefault="00CF341A" w:rsidP="00BA2AE3">
      <w:pPr>
        <w:rPr>
          <w:rStyle w:val="Siln"/>
        </w:rPr>
      </w:pPr>
      <w:r w:rsidRPr="006239A6">
        <w:rPr>
          <w:rStyle w:val="Siln"/>
        </w:rPr>
        <w:t>Místa</w:t>
      </w:r>
      <w:r w:rsidR="00BC6413" w:rsidRPr="006239A6">
        <w:rPr>
          <w:rStyle w:val="Siln"/>
        </w:rPr>
        <w:t xml:space="preserve"> plnění </w:t>
      </w:r>
    </w:p>
    <w:p w14:paraId="64E6FB5A" w14:textId="77777777" w:rsidR="003E3D29" w:rsidRPr="006239A6" w:rsidRDefault="003E3D29" w:rsidP="003E3D29">
      <w:pPr>
        <w:pStyle w:val="Bezmezer"/>
        <w:rPr>
          <w:rStyle w:val="FontStyle38"/>
          <w:rFonts w:asciiTheme="minorHAnsi" w:hAnsiTheme="minorHAnsi"/>
          <w:sz w:val="18"/>
          <w:szCs w:val="18"/>
        </w:rPr>
      </w:pPr>
      <w:r w:rsidRPr="006239A6">
        <w:rPr>
          <w:rStyle w:val="FontStyle38"/>
          <w:rFonts w:asciiTheme="minorHAnsi" w:hAnsiTheme="minorHAnsi"/>
          <w:sz w:val="18"/>
          <w:szCs w:val="18"/>
        </w:rPr>
        <w:t>Místem plnění veřejných zakázek zadávanýc</w:t>
      </w:r>
      <w:r w:rsidR="006239A6" w:rsidRPr="006239A6">
        <w:rPr>
          <w:rStyle w:val="FontStyle38"/>
          <w:rFonts w:asciiTheme="minorHAnsi" w:hAnsiTheme="minorHAnsi"/>
          <w:sz w:val="18"/>
          <w:szCs w:val="18"/>
        </w:rPr>
        <w:t xml:space="preserve">h na základě rámcové dohody je </w:t>
      </w:r>
      <w:r w:rsidR="00032BAF" w:rsidRPr="006239A6">
        <w:rPr>
          <w:rStyle w:val="FontStyle38"/>
          <w:rFonts w:asciiTheme="minorHAnsi" w:hAnsiTheme="minorHAnsi"/>
          <w:sz w:val="18"/>
          <w:szCs w:val="18"/>
        </w:rPr>
        <w:t>obvod Oblastního ředitelství Praha.</w:t>
      </w:r>
    </w:p>
    <w:p w14:paraId="0C45A6CE" w14:textId="77777777" w:rsidR="002617A6" w:rsidRPr="006239A6" w:rsidRDefault="00123571" w:rsidP="002617A6">
      <w:pPr>
        <w:spacing w:before="240"/>
        <w:rPr>
          <w:rStyle w:val="Siln"/>
        </w:rPr>
      </w:pPr>
      <w:r w:rsidRPr="006239A6">
        <w:rPr>
          <w:rStyle w:val="Siln"/>
        </w:rPr>
        <w:t>Další podmínky provádění předmětu dílčích smluv</w:t>
      </w:r>
    </w:p>
    <w:p w14:paraId="59E9AB4C" w14:textId="6AA9B1E9" w:rsidR="00961D89" w:rsidRDefault="00961D89" w:rsidP="00961D89">
      <w:pPr>
        <w:tabs>
          <w:tab w:val="left" w:pos="1418"/>
        </w:tabs>
        <w:spacing w:before="120" w:after="60"/>
        <w:ind w:right="764"/>
        <w:jc w:val="both"/>
        <w:rPr>
          <w:rFonts w:cs="Arial"/>
        </w:rPr>
      </w:pPr>
      <w:r w:rsidRPr="00961D89">
        <w:rPr>
          <w:rFonts w:cs="Arial"/>
        </w:rPr>
        <w:t>V případě budoucího nabytí nového zařízení v rámci investiční akce je předpoklad provádění oprav i na těchto zařízeních v obvodu OŘ Praha</w:t>
      </w:r>
      <w:r>
        <w:rPr>
          <w:rFonts w:cs="Arial"/>
        </w:rPr>
        <w:t>.</w:t>
      </w:r>
    </w:p>
    <w:p w14:paraId="5B325C24" w14:textId="77777777" w:rsidR="00961D89" w:rsidRDefault="00961D89" w:rsidP="00961D89">
      <w:pPr>
        <w:tabs>
          <w:tab w:val="left" w:pos="1418"/>
        </w:tabs>
        <w:spacing w:before="120" w:after="60"/>
        <w:ind w:right="764"/>
        <w:jc w:val="both"/>
        <w:rPr>
          <w:rFonts w:cs="Arial"/>
        </w:rPr>
      </w:pPr>
      <w:r>
        <w:rPr>
          <w:rFonts w:cs="Arial"/>
        </w:rPr>
        <w:t>Pokud zhotovitel zjistí při prováděné opravě na určitém zařízení objednatele nesoulad s aplikovanými nebo obecně platnými předpisy či poškození zařízení, které omezuje jeho provozuschopnost, předloží objednateli ve lhůtě do pěti pracovních dní zprávu s uvedením nedostatků předmětného zařízení s návrhem na opatření k jejich odstranění v rámci opravy včetně cenové nabídky. Rozhodnutí o uskutečnění těchto opatření je zcela na uvážení a odpovědnosti Objednatele.</w:t>
      </w:r>
    </w:p>
    <w:p w14:paraId="0B1B195B" w14:textId="3ADCE5F7" w:rsidR="00961D89" w:rsidRPr="00A467D5" w:rsidRDefault="00961D89" w:rsidP="00961D89">
      <w:pPr>
        <w:tabs>
          <w:tab w:val="left" w:pos="1418"/>
        </w:tabs>
        <w:spacing w:before="120" w:after="60"/>
        <w:ind w:right="764"/>
        <w:jc w:val="both"/>
        <w:rPr>
          <w:rFonts w:cs="Arial"/>
        </w:rPr>
      </w:pPr>
      <w:r w:rsidRPr="00A467D5">
        <w:rPr>
          <w:rFonts w:cs="Arial"/>
        </w:rPr>
        <w:t>Vyzískaný železný šrot bude předán zadavateli včetně odvozu a uložení v okruhu 100Km dle pokynů zástupce investora.</w:t>
      </w:r>
    </w:p>
    <w:p w14:paraId="186EF4E8" w14:textId="2161604B" w:rsidR="000F6652" w:rsidRDefault="009D677B" w:rsidP="006E7AA2">
      <w:pPr>
        <w:pStyle w:val="Style5"/>
        <w:spacing w:before="120"/>
        <w:jc w:val="left"/>
        <w:rPr>
          <w:rFonts w:asciiTheme="minorHAnsi" w:eastAsiaTheme="minorHAnsi" w:hAnsiTheme="minorHAnsi" w:cs="Times New Roman"/>
          <w:color w:val="000000"/>
          <w:sz w:val="18"/>
          <w:szCs w:val="18"/>
          <w:lang w:eastAsia="en-US"/>
        </w:rPr>
      </w:pPr>
      <w:r w:rsidRPr="00A467D5">
        <w:rPr>
          <w:rFonts w:asciiTheme="minorHAnsi" w:eastAsiaTheme="minorHAnsi" w:hAnsiTheme="minorHAnsi" w:cs="Times New Roman"/>
          <w:color w:val="000000"/>
          <w:sz w:val="18"/>
          <w:szCs w:val="18"/>
          <w:lang w:eastAsia="en-US"/>
        </w:rPr>
        <w:t>Hospodaření s vyzískaným materiálem (mimo odpad) bude prováděno v souladu se Směrnicí SŽDC č. 42 ze dne 7. 1. 2013.</w:t>
      </w:r>
    </w:p>
    <w:p w14:paraId="2FB7D8F7" w14:textId="4195AA8B" w:rsidR="000F6652" w:rsidRDefault="000F6652" w:rsidP="006E7AA2">
      <w:pPr>
        <w:pStyle w:val="Style5"/>
        <w:spacing w:before="120"/>
        <w:jc w:val="left"/>
        <w:rPr>
          <w:rFonts w:asciiTheme="minorHAnsi" w:eastAsiaTheme="minorHAnsi" w:hAnsiTheme="minorHAnsi" w:cs="Times New Roman"/>
          <w:color w:val="000000"/>
          <w:sz w:val="18"/>
          <w:szCs w:val="18"/>
          <w:lang w:eastAsia="en-US"/>
        </w:rPr>
      </w:pPr>
    </w:p>
    <w:p w14:paraId="25BC6D57" w14:textId="05D32013" w:rsidR="000F6652" w:rsidRDefault="000F6652" w:rsidP="006E7AA2">
      <w:pPr>
        <w:pStyle w:val="Style5"/>
        <w:spacing w:before="120"/>
        <w:jc w:val="left"/>
        <w:rPr>
          <w:rFonts w:asciiTheme="minorHAnsi" w:eastAsiaTheme="minorHAnsi" w:hAnsiTheme="minorHAnsi" w:cs="Times New Roman"/>
          <w:color w:val="000000"/>
          <w:sz w:val="18"/>
          <w:szCs w:val="18"/>
          <w:lang w:eastAsia="en-US"/>
        </w:rPr>
      </w:pPr>
      <w:r>
        <w:rPr>
          <w:rFonts w:asciiTheme="minorHAnsi" w:eastAsiaTheme="minorHAnsi" w:hAnsiTheme="minorHAnsi" w:cs="Times New Roman"/>
          <w:color w:val="000000"/>
          <w:sz w:val="18"/>
          <w:szCs w:val="18"/>
          <w:lang w:eastAsia="en-US"/>
        </w:rPr>
        <w:t>Součástí této přílohy je mapa obvodu OŘ Praha.</w:t>
      </w:r>
    </w:p>
    <w:p w14:paraId="11CADE97" w14:textId="77777777" w:rsidR="000F6652" w:rsidRDefault="000F6652" w:rsidP="006E7AA2">
      <w:pPr>
        <w:pStyle w:val="Style5"/>
        <w:spacing w:before="120"/>
        <w:jc w:val="left"/>
        <w:rPr>
          <w:rStyle w:val="FontStyle38"/>
          <w:rFonts w:asciiTheme="minorHAnsi" w:eastAsiaTheme="minorHAnsi" w:hAnsiTheme="minorHAnsi"/>
          <w:sz w:val="18"/>
          <w:szCs w:val="18"/>
          <w:lang w:eastAsia="en-US"/>
        </w:rPr>
      </w:pPr>
    </w:p>
    <w:sectPr w:rsidR="000F6652" w:rsidSect="007F755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8E67CB" w14:textId="77777777" w:rsidR="00086FD4" w:rsidRDefault="00086FD4" w:rsidP="00962258">
      <w:pPr>
        <w:spacing w:after="0" w:line="240" w:lineRule="auto"/>
      </w:pPr>
      <w:r>
        <w:separator/>
      </w:r>
    </w:p>
  </w:endnote>
  <w:endnote w:type="continuationSeparator" w:id="0">
    <w:p w14:paraId="336CA4C6" w14:textId="77777777" w:rsidR="00086FD4" w:rsidRDefault="00086FD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27584" w14:textId="3DE34E29" w:rsidR="006F38FD" w:rsidRDefault="006F38FD" w:rsidP="006F38FD">
    <w:pPr>
      <w:pStyle w:val="Zpat"/>
      <w:jc w:val="center"/>
    </w:pPr>
    <w:r w:rsidRPr="00B8518B">
      <w:rPr>
        <w:rStyle w:val="slostrnky"/>
      </w:rPr>
      <w:fldChar w:fldCharType="begin"/>
    </w:r>
    <w:r w:rsidRPr="00B8518B">
      <w:rPr>
        <w:rStyle w:val="slostrnky"/>
      </w:rPr>
      <w:instrText>PAGE   \* MERGEFORMAT</w:instrText>
    </w:r>
    <w:r w:rsidRPr="00B8518B">
      <w:rPr>
        <w:rStyle w:val="slostrnky"/>
      </w:rPr>
      <w:fldChar w:fldCharType="separate"/>
    </w:r>
    <w:r w:rsidR="00D21CFC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Pr="00B8518B">
      <w:rPr>
        <w:rStyle w:val="slostrnky"/>
      </w:rPr>
      <w:t>/</w:t>
    </w:r>
    <w:r w:rsidRPr="00B8518B">
      <w:rPr>
        <w:rStyle w:val="slostrnky"/>
      </w:rPr>
      <w:fldChar w:fldCharType="begin"/>
    </w:r>
    <w:r w:rsidRPr="00B8518B">
      <w:rPr>
        <w:rStyle w:val="slostrnky"/>
      </w:rPr>
      <w:instrText xml:space="preserve"> NUMPAGES   \* MERGEFORMAT </w:instrText>
    </w:r>
    <w:r w:rsidRPr="00B8518B">
      <w:rPr>
        <w:rStyle w:val="slostrnky"/>
      </w:rPr>
      <w:fldChar w:fldCharType="separate"/>
    </w:r>
    <w:r w:rsidR="00D21CFC">
      <w:rPr>
        <w:rStyle w:val="slostrnky"/>
        <w:noProof/>
      </w:rPr>
      <w:t>2</w:t>
    </w:r>
    <w:r w:rsidRPr="00B8518B">
      <w:rPr>
        <w:rStyle w:val="slostrnky"/>
      </w:rPr>
      <w:fldChar w:fldCharType="end"/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E53256" wp14:editId="5AC8C53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85C32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2304A9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429CC1" wp14:editId="0D8486C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22CABB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2304A9" w14:paraId="3DA87293" w14:textId="77777777" w:rsidTr="00B067B2">
      <w:trPr>
        <w:trHeight w:val="108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44B828" w14:textId="7DE1891E" w:rsidR="002304A9" w:rsidRPr="00B8518B" w:rsidRDefault="002304A9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21CF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21CF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59A654" w14:textId="77777777" w:rsidR="002304A9" w:rsidRDefault="006239A6" w:rsidP="00460660">
          <w:pPr>
            <w:pStyle w:val="Zpat"/>
          </w:pPr>
          <w:r>
            <w:t>Správa železnic</w:t>
          </w:r>
          <w:r w:rsidR="002304A9">
            <w:t>, státní organizace</w:t>
          </w:r>
        </w:p>
        <w:p w14:paraId="6C4ECF83" w14:textId="77777777" w:rsidR="002304A9" w:rsidRDefault="002304A9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67BBD1E" w14:textId="77777777" w:rsidR="002304A9" w:rsidRDefault="002304A9" w:rsidP="00460660">
          <w:pPr>
            <w:pStyle w:val="Zpat"/>
          </w:pPr>
          <w:r>
            <w:t>Sídlo: Dlážděná 1003/7, 110 00 Praha 1</w:t>
          </w:r>
        </w:p>
        <w:p w14:paraId="7412EA5B" w14:textId="77777777" w:rsidR="002304A9" w:rsidRDefault="002304A9" w:rsidP="00460660">
          <w:pPr>
            <w:pStyle w:val="Zpat"/>
          </w:pPr>
          <w:r>
            <w:t>IČ: 709 94 234 DIČ: CZ 709 94 234</w:t>
          </w:r>
        </w:p>
        <w:p w14:paraId="14B5A9AF" w14:textId="77777777" w:rsidR="002304A9" w:rsidRDefault="002304A9" w:rsidP="006239A6">
          <w:pPr>
            <w:pStyle w:val="Zpat"/>
          </w:pPr>
          <w:r>
            <w:t>www.</w:t>
          </w:r>
          <w:r w:rsidR="006239A6">
            <w:t>spravazeleznic</w:t>
          </w:r>
          <w:r>
            <w:t>.cz</w:t>
          </w:r>
        </w:p>
      </w:tc>
      <w:tc>
        <w:tcPr>
          <w:tcW w:w="2921" w:type="dxa"/>
        </w:tcPr>
        <w:p w14:paraId="183B6589" w14:textId="77777777" w:rsidR="006C1FD5" w:rsidRDefault="006C1FD5" w:rsidP="006C1FD5">
          <w:pPr>
            <w:pStyle w:val="Zpat"/>
          </w:pPr>
          <w:r>
            <w:t>Oblastní ředitelství Praha</w:t>
          </w:r>
        </w:p>
        <w:p w14:paraId="39B2ECC5" w14:textId="77777777" w:rsidR="006C1FD5" w:rsidRDefault="006C1FD5" w:rsidP="006C1FD5">
          <w:pPr>
            <w:pStyle w:val="Zpat"/>
          </w:pPr>
          <w:r>
            <w:t>Partyzánská 24</w:t>
          </w:r>
        </w:p>
        <w:p w14:paraId="20321DA8" w14:textId="77777777" w:rsidR="002304A9" w:rsidRDefault="006C1FD5" w:rsidP="006C1FD5">
          <w:pPr>
            <w:pStyle w:val="Zpat"/>
          </w:pPr>
          <w:r>
            <w:t>170 00 Praha 7</w:t>
          </w:r>
        </w:p>
      </w:tc>
    </w:tr>
  </w:tbl>
  <w:p w14:paraId="02404241" w14:textId="77777777" w:rsidR="002304A9" w:rsidRPr="00B8518B" w:rsidRDefault="002304A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3C52DBD" wp14:editId="3E78637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71570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2B8D4BE3" wp14:editId="66A5140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FC4948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63A6AB6" w14:textId="77777777" w:rsidR="002304A9" w:rsidRPr="00460660" w:rsidRDefault="002304A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960FA3" w14:textId="77777777" w:rsidR="00086FD4" w:rsidRDefault="00086FD4" w:rsidP="00962258">
      <w:pPr>
        <w:spacing w:after="0" w:line="240" w:lineRule="auto"/>
      </w:pPr>
      <w:r>
        <w:separator/>
      </w:r>
    </w:p>
  </w:footnote>
  <w:footnote w:type="continuationSeparator" w:id="0">
    <w:p w14:paraId="50B240A3" w14:textId="77777777" w:rsidR="00086FD4" w:rsidRDefault="00086FD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14:paraId="5EC22FB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570C22" w14:textId="77777777" w:rsidR="002304A9" w:rsidRPr="00B8518B" w:rsidRDefault="002304A9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796F89" w14:textId="77777777" w:rsidR="002304A9" w:rsidRDefault="002304A9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8B8A5EB" w14:textId="77777777" w:rsidR="002304A9" w:rsidRPr="00D6163D" w:rsidRDefault="002304A9" w:rsidP="00D6163D">
          <w:pPr>
            <w:pStyle w:val="Druhdokumentu"/>
          </w:pPr>
        </w:p>
      </w:tc>
    </w:tr>
  </w:tbl>
  <w:p w14:paraId="5AAC74F0" w14:textId="77777777" w:rsidR="002304A9" w:rsidRPr="00D6163D" w:rsidRDefault="002304A9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2304A9" w14:paraId="611BB14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F05FBF1" w14:textId="77777777" w:rsidR="002304A9" w:rsidRPr="00B8518B" w:rsidRDefault="00622353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30338B5C" wp14:editId="4476270E">
                <wp:simplePos x="0" y="0"/>
                <wp:positionH relativeFrom="page">
                  <wp:posOffset>-21590</wp:posOffset>
                </wp:positionH>
                <wp:positionV relativeFrom="page">
                  <wp:posOffset>-5715</wp:posOffset>
                </wp:positionV>
                <wp:extent cx="1727835" cy="640715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9F4317" w14:textId="77777777" w:rsidR="002304A9" w:rsidRDefault="002304A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FDD8A9F" w14:textId="77777777" w:rsidR="002304A9" w:rsidRPr="00D6163D" w:rsidRDefault="002304A9" w:rsidP="00FC6389">
          <w:pPr>
            <w:pStyle w:val="Druhdokumentu"/>
          </w:pPr>
        </w:p>
      </w:tc>
    </w:tr>
    <w:tr w:rsidR="002304A9" w14:paraId="4C5B08FB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7E6BECFE" w14:textId="77777777" w:rsidR="002304A9" w:rsidRPr="00B8518B" w:rsidRDefault="002304A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6FB913" w14:textId="77777777" w:rsidR="002304A9" w:rsidRDefault="002304A9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1BB77E" w14:textId="77777777" w:rsidR="002304A9" w:rsidRDefault="002304A9" w:rsidP="00FC6389">
          <w:pPr>
            <w:pStyle w:val="Druhdokumentu"/>
            <w:rPr>
              <w:noProof/>
            </w:rPr>
          </w:pPr>
        </w:p>
      </w:tc>
    </w:tr>
  </w:tbl>
  <w:p w14:paraId="5B746577" w14:textId="77777777" w:rsidR="002304A9" w:rsidRPr="00D6163D" w:rsidRDefault="002304A9" w:rsidP="00FC6389">
    <w:pPr>
      <w:pStyle w:val="Zhlav"/>
      <w:rPr>
        <w:sz w:val="8"/>
        <w:szCs w:val="8"/>
      </w:rPr>
    </w:pPr>
  </w:p>
  <w:p w14:paraId="1B656FBB" w14:textId="77777777" w:rsidR="002304A9" w:rsidRPr="00460660" w:rsidRDefault="002304A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6BD3D0E"/>
    <w:multiLevelType w:val="hybridMultilevel"/>
    <w:tmpl w:val="E3C472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B555E"/>
    <w:multiLevelType w:val="hybridMultilevel"/>
    <w:tmpl w:val="8ED62110"/>
    <w:lvl w:ilvl="0" w:tplc="DA9E9D3A">
      <w:start w:val="1"/>
      <w:numFmt w:val="lowerLetter"/>
      <w:lvlText w:val="%1)"/>
      <w:lvlJc w:val="left"/>
      <w:pPr>
        <w:ind w:left="2771" w:hanging="360"/>
      </w:pPr>
      <w:rPr>
        <w:rFonts w:hint="default"/>
        <w:b w:val="0"/>
        <w:i w:val="0"/>
      </w:rPr>
    </w:lvl>
    <w:lvl w:ilvl="1" w:tplc="0405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0B5F6B02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D675A34"/>
    <w:multiLevelType w:val="hybridMultilevel"/>
    <w:tmpl w:val="90D00916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DDE309F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 w15:restartNumberingAfterBreak="0">
    <w:nsid w:val="103860E9"/>
    <w:multiLevelType w:val="hybridMultilevel"/>
    <w:tmpl w:val="BEAEA0DA"/>
    <w:lvl w:ilvl="0" w:tplc="5E8201BE">
      <w:start w:val="1"/>
      <w:numFmt w:val="decimal"/>
      <w:lvlText w:val="1.%1"/>
      <w:lvlJc w:val="right"/>
      <w:pPr>
        <w:ind w:left="720" w:hanging="360"/>
      </w:pPr>
      <w:rPr>
        <w:rFonts w:ascii="Verdana" w:hAnsi="Verdana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A37A6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" w15:restartNumberingAfterBreak="0">
    <w:nsid w:val="1224196B"/>
    <w:multiLevelType w:val="hybridMultilevel"/>
    <w:tmpl w:val="917A6D0E"/>
    <w:lvl w:ilvl="0" w:tplc="04050017">
      <w:start w:val="1"/>
      <w:numFmt w:val="lowerLetter"/>
      <w:lvlText w:val="%1)"/>
      <w:lvlJc w:val="left"/>
      <w:pPr>
        <w:ind w:left="2134" w:hanging="360"/>
      </w:pPr>
    </w:lvl>
    <w:lvl w:ilvl="1" w:tplc="04050019" w:tentative="1">
      <w:start w:val="1"/>
      <w:numFmt w:val="lowerLetter"/>
      <w:lvlText w:val="%2."/>
      <w:lvlJc w:val="left"/>
      <w:pPr>
        <w:ind w:left="2854" w:hanging="360"/>
      </w:pPr>
    </w:lvl>
    <w:lvl w:ilvl="2" w:tplc="0405001B" w:tentative="1">
      <w:start w:val="1"/>
      <w:numFmt w:val="lowerRoman"/>
      <w:lvlText w:val="%3."/>
      <w:lvlJc w:val="right"/>
      <w:pPr>
        <w:ind w:left="3574" w:hanging="180"/>
      </w:pPr>
    </w:lvl>
    <w:lvl w:ilvl="3" w:tplc="0405000F" w:tentative="1">
      <w:start w:val="1"/>
      <w:numFmt w:val="decimal"/>
      <w:lvlText w:val="%4."/>
      <w:lvlJc w:val="left"/>
      <w:pPr>
        <w:ind w:left="4294" w:hanging="360"/>
      </w:pPr>
    </w:lvl>
    <w:lvl w:ilvl="4" w:tplc="04050019" w:tentative="1">
      <w:start w:val="1"/>
      <w:numFmt w:val="lowerLetter"/>
      <w:lvlText w:val="%5."/>
      <w:lvlJc w:val="left"/>
      <w:pPr>
        <w:ind w:left="5014" w:hanging="360"/>
      </w:pPr>
    </w:lvl>
    <w:lvl w:ilvl="5" w:tplc="0405001B" w:tentative="1">
      <w:start w:val="1"/>
      <w:numFmt w:val="lowerRoman"/>
      <w:lvlText w:val="%6."/>
      <w:lvlJc w:val="right"/>
      <w:pPr>
        <w:ind w:left="5734" w:hanging="180"/>
      </w:pPr>
    </w:lvl>
    <w:lvl w:ilvl="6" w:tplc="0405000F" w:tentative="1">
      <w:start w:val="1"/>
      <w:numFmt w:val="decimal"/>
      <w:lvlText w:val="%7."/>
      <w:lvlJc w:val="left"/>
      <w:pPr>
        <w:ind w:left="6454" w:hanging="360"/>
      </w:pPr>
    </w:lvl>
    <w:lvl w:ilvl="7" w:tplc="04050019" w:tentative="1">
      <w:start w:val="1"/>
      <w:numFmt w:val="lowerLetter"/>
      <w:lvlText w:val="%8."/>
      <w:lvlJc w:val="left"/>
      <w:pPr>
        <w:ind w:left="7174" w:hanging="360"/>
      </w:pPr>
    </w:lvl>
    <w:lvl w:ilvl="8" w:tplc="0405001B" w:tentative="1">
      <w:start w:val="1"/>
      <w:numFmt w:val="lowerRoman"/>
      <w:lvlText w:val="%9."/>
      <w:lvlJc w:val="right"/>
      <w:pPr>
        <w:ind w:left="7894" w:hanging="180"/>
      </w:pPr>
    </w:lvl>
  </w:abstractNum>
  <w:abstractNum w:abstractNumId="9" w15:restartNumberingAfterBreak="0">
    <w:nsid w:val="18E12083"/>
    <w:multiLevelType w:val="hybridMultilevel"/>
    <w:tmpl w:val="E59419B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9F61821"/>
    <w:multiLevelType w:val="hybridMultilevel"/>
    <w:tmpl w:val="C04A7D4E"/>
    <w:lvl w:ilvl="0" w:tplc="040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 w15:restartNumberingAfterBreak="0">
    <w:nsid w:val="203A16EC"/>
    <w:multiLevelType w:val="hybridMultilevel"/>
    <w:tmpl w:val="2BE09E84"/>
    <w:lvl w:ilvl="0" w:tplc="0405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3" w15:restartNumberingAfterBreak="0">
    <w:nsid w:val="218A5D20"/>
    <w:multiLevelType w:val="multilevel"/>
    <w:tmpl w:val="D8DAC18E"/>
    <w:lvl w:ilvl="0">
      <w:start w:val="1"/>
      <w:numFmt w:val="decimal"/>
      <w:lvlText w:val="%1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start w:val="1"/>
      <w:numFmt w:val="decimal"/>
      <w:lvlText w:val="%1.%2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CE0371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5" w15:restartNumberingAfterBreak="0">
    <w:nsid w:val="2BBE54E4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6" w15:restartNumberingAfterBreak="0">
    <w:nsid w:val="2BDD7BB9"/>
    <w:multiLevelType w:val="hybridMultilevel"/>
    <w:tmpl w:val="6D48C692"/>
    <w:lvl w:ilvl="0" w:tplc="5F34AF42">
      <w:start w:val="1"/>
      <w:numFmt w:val="lowerLetter"/>
      <w:lvlText w:val="%1)"/>
      <w:lvlJc w:val="left"/>
      <w:pPr>
        <w:ind w:left="121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2BF76403"/>
    <w:multiLevelType w:val="multilevel"/>
    <w:tmpl w:val="0D34D660"/>
    <w:numStyleLink w:val="ListBulletmultilevel"/>
  </w:abstractNum>
  <w:abstractNum w:abstractNumId="18" w15:restartNumberingAfterBreak="0">
    <w:nsid w:val="336B5312"/>
    <w:multiLevelType w:val="hybridMultilevel"/>
    <w:tmpl w:val="20DCFA62"/>
    <w:lvl w:ilvl="0" w:tplc="301631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F906ED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0" w15:restartNumberingAfterBreak="0">
    <w:nsid w:val="39065E58"/>
    <w:multiLevelType w:val="hybridMultilevel"/>
    <w:tmpl w:val="9BFEEA8A"/>
    <w:lvl w:ilvl="0" w:tplc="4A30A2DC">
      <w:start w:val="1"/>
      <w:numFmt w:val="bullet"/>
      <w:pStyle w:val="Odrkya"/>
      <w:lvlText w:val=""/>
      <w:lvlJc w:val="left"/>
      <w:pPr>
        <w:ind w:left="1211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3B405101"/>
    <w:multiLevelType w:val="multilevel"/>
    <w:tmpl w:val="AFAC0AB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411E6FC8"/>
    <w:multiLevelType w:val="hybridMultilevel"/>
    <w:tmpl w:val="C9821E58"/>
    <w:lvl w:ilvl="0" w:tplc="630E6842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09F3056"/>
    <w:multiLevelType w:val="hybridMultilevel"/>
    <w:tmpl w:val="13806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2E712D"/>
    <w:multiLevelType w:val="hybridMultilevel"/>
    <w:tmpl w:val="39363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786D96"/>
    <w:multiLevelType w:val="hybridMultilevel"/>
    <w:tmpl w:val="4086B778"/>
    <w:lvl w:ilvl="0" w:tplc="18A84A62">
      <w:start w:val="1"/>
      <w:numFmt w:val="decimal"/>
      <w:lvlText w:val="%1."/>
      <w:lvlJc w:val="left"/>
      <w:pPr>
        <w:ind w:left="1353" w:hanging="360"/>
      </w:pPr>
      <w:rPr>
        <w:rFonts w:asciiTheme="minorHAnsi" w:hAnsiTheme="minorHAns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97D58EE"/>
    <w:multiLevelType w:val="hybridMultilevel"/>
    <w:tmpl w:val="D89692E4"/>
    <w:lvl w:ilvl="0" w:tplc="0405001B">
      <w:start w:val="1"/>
      <w:numFmt w:val="lowerRoman"/>
      <w:lvlText w:val="%1."/>
      <w:lvlJc w:val="righ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9F72DB0"/>
    <w:multiLevelType w:val="hybridMultilevel"/>
    <w:tmpl w:val="F1420EE6"/>
    <w:lvl w:ilvl="0" w:tplc="D014351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AFC3D3A"/>
    <w:multiLevelType w:val="hybridMultilevel"/>
    <w:tmpl w:val="33B626CA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9" w15:restartNumberingAfterBreak="0">
    <w:nsid w:val="62B57CB8"/>
    <w:multiLevelType w:val="hybridMultilevel"/>
    <w:tmpl w:val="6444224C"/>
    <w:lvl w:ilvl="0" w:tplc="3820B4EC">
      <w:start w:val="1"/>
      <w:numFmt w:val="lowerLetter"/>
      <w:lvlText w:val="%1)"/>
      <w:lvlJc w:val="left"/>
      <w:pPr>
        <w:ind w:left="1296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2016" w:hanging="360"/>
      </w:pPr>
    </w:lvl>
    <w:lvl w:ilvl="2" w:tplc="0405001B" w:tentative="1">
      <w:start w:val="1"/>
      <w:numFmt w:val="lowerRoman"/>
      <w:lvlText w:val="%3."/>
      <w:lvlJc w:val="right"/>
      <w:pPr>
        <w:ind w:left="2736" w:hanging="180"/>
      </w:pPr>
    </w:lvl>
    <w:lvl w:ilvl="3" w:tplc="0405000F" w:tentative="1">
      <w:start w:val="1"/>
      <w:numFmt w:val="decimal"/>
      <w:lvlText w:val="%4."/>
      <w:lvlJc w:val="left"/>
      <w:pPr>
        <w:ind w:left="3456" w:hanging="360"/>
      </w:pPr>
    </w:lvl>
    <w:lvl w:ilvl="4" w:tplc="04050019" w:tentative="1">
      <w:start w:val="1"/>
      <w:numFmt w:val="lowerLetter"/>
      <w:lvlText w:val="%5."/>
      <w:lvlJc w:val="left"/>
      <w:pPr>
        <w:ind w:left="4176" w:hanging="360"/>
      </w:pPr>
    </w:lvl>
    <w:lvl w:ilvl="5" w:tplc="0405001B" w:tentative="1">
      <w:start w:val="1"/>
      <w:numFmt w:val="lowerRoman"/>
      <w:lvlText w:val="%6."/>
      <w:lvlJc w:val="right"/>
      <w:pPr>
        <w:ind w:left="4896" w:hanging="180"/>
      </w:pPr>
    </w:lvl>
    <w:lvl w:ilvl="6" w:tplc="0405000F" w:tentative="1">
      <w:start w:val="1"/>
      <w:numFmt w:val="decimal"/>
      <w:lvlText w:val="%7."/>
      <w:lvlJc w:val="left"/>
      <w:pPr>
        <w:ind w:left="5616" w:hanging="360"/>
      </w:pPr>
    </w:lvl>
    <w:lvl w:ilvl="7" w:tplc="04050019" w:tentative="1">
      <w:start w:val="1"/>
      <w:numFmt w:val="lowerLetter"/>
      <w:lvlText w:val="%8."/>
      <w:lvlJc w:val="left"/>
      <w:pPr>
        <w:ind w:left="6336" w:hanging="360"/>
      </w:pPr>
    </w:lvl>
    <w:lvl w:ilvl="8" w:tplc="040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0" w15:restartNumberingAfterBreak="0">
    <w:nsid w:val="66483643"/>
    <w:multiLevelType w:val="multilevel"/>
    <w:tmpl w:val="65D289F2"/>
    <w:lvl w:ilvl="0">
      <w:start w:val="1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 w15:restartNumberingAfterBreak="0">
    <w:nsid w:val="66A6478E"/>
    <w:multiLevelType w:val="hybridMultilevel"/>
    <w:tmpl w:val="B866C9CE"/>
    <w:lvl w:ilvl="0" w:tplc="04050017">
      <w:start w:val="1"/>
      <w:numFmt w:val="lowerLetter"/>
      <w:lvlText w:val="%1)"/>
      <w:lvlJc w:val="left"/>
      <w:pPr>
        <w:ind w:left="757" w:hanging="360"/>
      </w:p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2" w15:restartNumberingAfterBreak="0">
    <w:nsid w:val="6B2257DB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3" w15:restartNumberingAfterBreak="0">
    <w:nsid w:val="724338C9"/>
    <w:multiLevelType w:val="hybridMultilevel"/>
    <w:tmpl w:val="F080DDE2"/>
    <w:lvl w:ilvl="0" w:tplc="DF18302A">
      <w:start w:val="1"/>
      <w:numFmt w:val="lowerLetter"/>
      <w:lvlText w:val="%1)"/>
      <w:lvlJc w:val="left"/>
      <w:pPr>
        <w:ind w:left="786" w:hanging="360"/>
      </w:pPr>
      <w:rPr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3A125B8"/>
    <w:multiLevelType w:val="hybridMultilevel"/>
    <w:tmpl w:val="9C6A3E94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5" w15:restartNumberingAfterBreak="0">
    <w:nsid w:val="74070991"/>
    <w:multiLevelType w:val="multilevel"/>
    <w:tmpl w:val="CABE99FC"/>
    <w:numStyleLink w:val="ListNumbermultilevel"/>
  </w:abstractNum>
  <w:abstractNum w:abstractNumId="36" w15:restartNumberingAfterBreak="0">
    <w:nsid w:val="767B202A"/>
    <w:multiLevelType w:val="hybridMultilevel"/>
    <w:tmpl w:val="2C24DE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026F94"/>
    <w:multiLevelType w:val="hybridMultilevel"/>
    <w:tmpl w:val="AD9A94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7"/>
  </w:num>
  <w:num w:numId="4">
    <w:abstractNumId w:val="35"/>
  </w:num>
  <w:num w:numId="5">
    <w:abstractNumId w:val="21"/>
  </w:num>
  <w:num w:numId="6">
    <w:abstractNumId w:val="27"/>
  </w:num>
  <w:num w:numId="7">
    <w:abstractNumId w:val="25"/>
  </w:num>
  <w:num w:numId="8">
    <w:abstractNumId w:val="33"/>
  </w:num>
  <w:num w:numId="9">
    <w:abstractNumId w:val="16"/>
  </w:num>
  <w:num w:numId="10">
    <w:abstractNumId w:val="16"/>
    <w:lvlOverride w:ilvl="0">
      <w:startOverride w:val="1"/>
    </w:lvlOverride>
  </w:num>
  <w:num w:numId="11">
    <w:abstractNumId w:val="31"/>
  </w:num>
  <w:num w:numId="12">
    <w:abstractNumId w:val="1"/>
  </w:num>
  <w:num w:numId="13">
    <w:abstractNumId w:val="22"/>
  </w:num>
  <w:num w:numId="14">
    <w:abstractNumId w:val="22"/>
    <w:lvlOverride w:ilvl="0">
      <w:startOverride w:val="1"/>
    </w:lvlOverride>
  </w:num>
  <w:num w:numId="15">
    <w:abstractNumId w:val="14"/>
  </w:num>
  <w:num w:numId="16">
    <w:abstractNumId w:val="7"/>
  </w:num>
  <w:num w:numId="17">
    <w:abstractNumId w:val="26"/>
  </w:num>
  <w:num w:numId="18">
    <w:abstractNumId w:val="9"/>
  </w:num>
  <w:num w:numId="19">
    <w:abstractNumId w:val="5"/>
  </w:num>
  <w:num w:numId="20">
    <w:abstractNumId w:val="19"/>
  </w:num>
  <w:num w:numId="21">
    <w:abstractNumId w:val="34"/>
  </w:num>
  <w:num w:numId="22">
    <w:abstractNumId w:val="12"/>
  </w:num>
  <w:num w:numId="23">
    <w:abstractNumId w:val="32"/>
  </w:num>
  <w:num w:numId="24">
    <w:abstractNumId w:val="15"/>
  </w:num>
  <w:num w:numId="25">
    <w:abstractNumId w:val="3"/>
  </w:num>
  <w:num w:numId="26">
    <w:abstractNumId w:val="10"/>
  </w:num>
  <w:num w:numId="27">
    <w:abstractNumId w:val="4"/>
  </w:num>
  <w:num w:numId="28">
    <w:abstractNumId w:val="16"/>
    <w:lvlOverride w:ilvl="0">
      <w:startOverride w:val="1"/>
    </w:lvlOverride>
  </w:num>
  <w:num w:numId="29">
    <w:abstractNumId w:val="16"/>
    <w:lvlOverride w:ilvl="0">
      <w:startOverride w:val="1"/>
    </w:lvlOverride>
  </w:num>
  <w:num w:numId="30">
    <w:abstractNumId w:val="29"/>
  </w:num>
  <w:num w:numId="31">
    <w:abstractNumId w:val="30"/>
  </w:num>
  <w:num w:numId="32">
    <w:abstractNumId w:val="8"/>
  </w:num>
  <w:num w:numId="33">
    <w:abstractNumId w:val="2"/>
  </w:num>
  <w:num w:numId="34">
    <w:abstractNumId w:val="28"/>
  </w:num>
  <w:num w:numId="35">
    <w:abstractNumId w:val="21"/>
  </w:num>
  <w:num w:numId="36">
    <w:abstractNumId w:val="21"/>
  </w:num>
  <w:num w:numId="37">
    <w:abstractNumId w:val="21"/>
  </w:num>
  <w:num w:numId="38">
    <w:abstractNumId w:val="13"/>
  </w:num>
  <w:num w:numId="39">
    <w:abstractNumId w:val="6"/>
  </w:num>
  <w:num w:numId="40">
    <w:abstractNumId w:val="24"/>
  </w:num>
  <w:num w:numId="41">
    <w:abstractNumId w:val="37"/>
  </w:num>
  <w:num w:numId="42">
    <w:abstractNumId w:val="18"/>
  </w:num>
  <w:num w:numId="43">
    <w:abstractNumId w:val="20"/>
  </w:num>
  <w:num w:numId="44">
    <w:abstractNumId w:val="36"/>
  </w:num>
  <w:num w:numId="45">
    <w:abstractNumId w:val="2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C9B"/>
    <w:rsid w:val="000270D3"/>
    <w:rsid w:val="00027341"/>
    <w:rsid w:val="00031950"/>
    <w:rsid w:val="00032BAF"/>
    <w:rsid w:val="00033432"/>
    <w:rsid w:val="0003702A"/>
    <w:rsid w:val="00056C37"/>
    <w:rsid w:val="00060B6D"/>
    <w:rsid w:val="00072C1E"/>
    <w:rsid w:val="00077FC4"/>
    <w:rsid w:val="00083180"/>
    <w:rsid w:val="00086FD4"/>
    <w:rsid w:val="00095955"/>
    <w:rsid w:val="000A79A9"/>
    <w:rsid w:val="000B7907"/>
    <w:rsid w:val="000D22BB"/>
    <w:rsid w:val="000E3C12"/>
    <w:rsid w:val="000F0154"/>
    <w:rsid w:val="000F33DD"/>
    <w:rsid w:val="000F6652"/>
    <w:rsid w:val="001034B9"/>
    <w:rsid w:val="00105F11"/>
    <w:rsid w:val="001108CC"/>
    <w:rsid w:val="00110F65"/>
    <w:rsid w:val="00114472"/>
    <w:rsid w:val="00123571"/>
    <w:rsid w:val="00124DC7"/>
    <w:rsid w:val="00131575"/>
    <w:rsid w:val="0013555A"/>
    <w:rsid w:val="00151C70"/>
    <w:rsid w:val="0015656F"/>
    <w:rsid w:val="00170EC5"/>
    <w:rsid w:val="001747C1"/>
    <w:rsid w:val="0018596A"/>
    <w:rsid w:val="001A4AC4"/>
    <w:rsid w:val="001A615D"/>
    <w:rsid w:val="001A68A2"/>
    <w:rsid w:val="001C7F16"/>
    <w:rsid w:val="001D16EC"/>
    <w:rsid w:val="001D6D78"/>
    <w:rsid w:val="001F75D4"/>
    <w:rsid w:val="0020406A"/>
    <w:rsid w:val="00207DF5"/>
    <w:rsid w:val="00211632"/>
    <w:rsid w:val="00216198"/>
    <w:rsid w:val="0022048A"/>
    <w:rsid w:val="002304A9"/>
    <w:rsid w:val="00240445"/>
    <w:rsid w:val="00240D15"/>
    <w:rsid w:val="00244ABC"/>
    <w:rsid w:val="0024519A"/>
    <w:rsid w:val="00252DB1"/>
    <w:rsid w:val="002617A6"/>
    <w:rsid w:val="0026785D"/>
    <w:rsid w:val="00271976"/>
    <w:rsid w:val="002A5F4A"/>
    <w:rsid w:val="002A6652"/>
    <w:rsid w:val="002A6FE2"/>
    <w:rsid w:val="002B2EDF"/>
    <w:rsid w:val="002B4008"/>
    <w:rsid w:val="002B4B73"/>
    <w:rsid w:val="002C31BF"/>
    <w:rsid w:val="002C7B8B"/>
    <w:rsid w:val="002E0CD7"/>
    <w:rsid w:val="003066B6"/>
    <w:rsid w:val="003112AB"/>
    <w:rsid w:val="0031758F"/>
    <w:rsid w:val="00322C41"/>
    <w:rsid w:val="00326A11"/>
    <w:rsid w:val="00330827"/>
    <w:rsid w:val="0033257B"/>
    <w:rsid w:val="0034053A"/>
    <w:rsid w:val="00352B6C"/>
    <w:rsid w:val="00353E06"/>
    <w:rsid w:val="0035743E"/>
    <w:rsid w:val="00357BC6"/>
    <w:rsid w:val="00360404"/>
    <w:rsid w:val="003617B4"/>
    <w:rsid w:val="00364ADD"/>
    <w:rsid w:val="0038254E"/>
    <w:rsid w:val="003956C6"/>
    <w:rsid w:val="003B67A9"/>
    <w:rsid w:val="003B6E6A"/>
    <w:rsid w:val="003C27CD"/>
    <w:rsid w:val="003C70A3"/>
    <w:rsid w:val="003D2424"/>
    <w:rsid w:val="003D490B"/>
    <w:rsid w:val="003D512A"/>
    <w:rsid w:val="003E3D29"/>
    <w:rsid w:val="003E4FA7"/>
    <w:rsid w:val="00403FCD"/>
    <w:rsid w:val="00407DF6"/>
    <w:rsid w:val="004122B9"/>
    <w:rsid w:val="00415995"/>
    <w:rsid w:val="00436C59"/>
    <w:rsid w:val="0044446B"/>
    <w:rsid w:val="00450F07"/>
    <w:rsid w:val="00452C9B"/>
    <w:rsid w:val="00453CD3"/>
    <w:rsid w:val="004553E1"/>
    <w:rsid w:val="00455BC7"/>
    <w:rsid w:val="0045633C"/>
    <w:rsid w:val="00460660"/>
    <w:rsid w:val="00460CCB"/>
    <w:rsid w:val="00463CF2"/>
    <w:rsid w:val="004772E7"/>
    <w:rsid w:val="00477370"/>
    <w:rsid w:val="00486107"/>
    <w:rsid w:val="00491827"/>
    <w:rsid w:val="004B09BA"/>
    <w:rsid w:val="004C4399"/>
    <w:rsid w:val="004C69ED"/>
    <w:rsid w:val="004C787C"/>
    <w:rsid w:val="004C78C9"/>
    <w:rsid w:val="004E5890"/>
    <w:rsid w:val="004E77D0"/>
    <w:rsid w:val="004F4B9B"/>
    <w:rsid w:val="0050237B"/>
    <w:rsid w:val="00511AB9"/>
    <w:rsid w:val="00515F84"/>
    <w:rsid w:val="00520F08"/>
    <w:rsid w:val="00523EA7"/>
    <w:rsid w:val="00553375"/>
    <w:rsid w:val="0055796B"/>
    <w:rsid w:val="005658A6"/>
    <w:rsid w:val="005736B7"/>
    <w:rsid w:val="00574146"/>
    <w:rsid w:val="00575E5A"/>
    <w:rsid w:val="00596C7E"/>
    <w:rsid w:val="0059715B"/>
    <w:rsid w:val="00597D74"/>
    <w:rsid w:val="005A0177"/>
    <w:rsid w:val="005A52E8"/>
    <w:rsid w:val="005A64E9"/>
    <w:rsid w:val="00602B71"/>
    <w:rsid w:val="00603FD9"/>
    <w:rsid w:val="00606236"/>
    <w:rsid w:val="0061068E"/>
    <w:rsid w:val="0061538A"/>
    <w:rsid w:val="00622353"/>
    <w:rsid w:val="0062369C"/>
    <w:rsid w:val="006239A6"/>
    <w:rsid w:val="006318AE"/>
    <w:rsid w:val="00640750"/>
    <w:rsid w:val="00642177"/>
    <w:rsid w:val="00660AD3"/>
    <w:rsid w:val="00670AC9"/>
    <w:rsid w:val="00673B82"/>
    <w:rsid w:val="006A5570"/>
    <w:rsid w:val="006A689C"/>
    <w:rsid w:val="006B3D79"/>
    <w:rsid w:val="006C01E5"/>
    <w:rsid w:val="006C1FD5"/>
    <w:rsid w:val="006E0578"/>
    <w:rsid w:val="006E314D"/>
    <w:rsid w:val="006E7AA2"/>
    <w:rsid w:val="006F38FD"/>
    <w:rsid w:val="00710723"/>
    <w:rsid w:val="0071577A"/>
    <w:rsid w:val="00723ED1"/>
    <w:rsid w:val="00733238"/>
    <w:rsid w:val="00736A90"/>
    <w:rsid w:val="0074290E"/>
    <w:rsid w:val="00743525"/>
    <w:rsid w:val="0075175C"/>
    <w:rsid w:val="0076286B"/>
    <w:rsid w:val="007644A5"/>
    <w:rsid w:val="00764595"/>
    <w:rsid w:val="00766846"/>
    <w:rsid w:val="0076776E"/>
    <w:rsid w:val="00767DC2"/>
    <w:rsid w:val="0077673A"/>
    <w:rsid w:val="0078437B"/>
    <w:rsid w:val="007846E1"/>
    <w:rsid w:val="0078484F"/>
    <w:rsid w:val="0079573F"/>
    <w:rsid w:val="007A3DF1"/>
    <w:rsid w:val="007B1AC3"/>
    <w:rsid w:val="007B570C"/>
    <w:rsid w:val="007E1B12"/>
    <w:rsid w:val="007E4A6E"/>
    <w:rsid w:val="007E61C2"/>
    <w:rsid w:val="007F56A7"/>
    <w:rsid w:val="007F5FE2"/>
    <w:rsid w:val="007F7550"/>
    <w:rsid w:val="00800706"/>
    <w:rsid w:val="00807DD0"/>
    <w:rsid w:val="00812143"/>
    <w:rsid w:val="00813F11"/>
    <w:rsid w:val="00860357"/>
    <w:rsid w:val="0086362E"/>
    <w:rsid w:val="00865452"/>
    <w:rsid w:val="00897294"/>
    <w:rsid w:val="008A08D3"/>
    <w:rsid w:val="008A3568"/>
    <w:rsid w:val="008A416F"/>
    <w:rsid w:val="008B1904"/>
    <w:rsid w:val="008C1553"/>
    <w:rsid w:val="008D03B9"/>
    <w:rsid w:val="008D1E1E"/>
    <w:rsid w:val="008D5B06"/>
    <w:rsid w:val="008E0D10"/>
    <w:rsid w:val="008E4807"/>
    <w:rsid w:val="008E592B"/>
    <w:rsid w:val="008F18D6"/>
    <w:rsid w:val="00904780"/>
    <w:rsid w:val="00921773"/>
    <w:rsid w:val="00922385"/>
    <w:rsid w:val="009223DF"/>
    <w:rsid w:val="009266CC"/>
    <w:rsid w:val="009314D9"/>
    <w:rsid w:val="00936091"/>
    <w:rsid w:val="00940D8A"/>
    <w:rsid w:val="009605CE"/>
    <w:rsid w:val="00961D89"/>
    <w:rsid w:val="00962258"/>
    <w:rsid w:val="009678B7"/>
    <w:rsid w:val="00982411"/>
    <w:rsid w:val="00992D9C"/>
    <w:rsid w:val="009932D2"/>
    <w:rsid w:val="00996CB8"/>
    <w:rsid w:val="009B2E97"/>
    <w:rsid w:val="009B72CC"/>
    <w:rsid w:val="009D677B"/>
    <w:rsid w:val="009E07F4"/>
    <w:rsid w:val="009E52A6"/>
    <w:rsid w:val="009E6200"/>
    <w:rsid w:val="009F392E"/>
    <w:rsid w:val="00A00D18"/>
    <w:rsid w:val="00A01072"/>
    <w:rsid w:val="00A04829"/>
    <w:rsid w:val="00A04B33"/>
    <w:rsid w:val="00A15322"/>
    <w:rsid w:val="00A223C4"/>
    <w:rsid w:val="00A36DC5"/>
    <w:rsid w:val="00A44328"/>
    <w:rsid w:val="00A456C7"/>
    <w:rsid w:val="00A467D5"/>
    <w:rsid w:val="00A6177B"/>
    <w:rsid w:val="00A66136"/>
    <w:rsid w:val="00A935A1"/>
    <w:rsid w:val="00AA4CBB"/>
    <w:rsid w:val="00AA65FA"/>
    <w:rsid w:val="00AA7351"/>
    <w:rsid w:val="00AB2A85"/>
    <w:rsid w:val="00AD056F"/>
    <w:rsid w:val="00AD3774"/>
    <w:rsid w:val="00AD3E6C"/>
    <w:rsid w:val="00AD6731"/>
    <w:rsid w:val="00AE6F64"/>
    <w:rsid w:val="00AF0D29"/>
    <w:rsid w:val="00B01CAD"/>
    <w:rsid w:val="00B03487"/>
    <w:rsid w:val="00B067B2"/>
    <w:rsid w:val="00B10120"/>
    <w:rsid w:val="00B15D0D"/>
    <w:rsid w:val="00B343D4"/>
    <w:rsid w:val="00B37CA1"/>
    <w:rsid w:val="00B42268"/>
    <w:rsid w:val="00B45E9E"/>
    <w:rsid w:val="00B50D6D"/>
    <w:rsid w:val="00B75EE1"/>
    <w:rsid w:val="00B77481"/>
    <w:rsid w:val="00B8518B"/>
    <w:rsid w:val="00BA098D"/>
    <w:rsid w:val="00BA2AE3"/>
    <w:rsid w:val="00BB3740"/>
    <w:rsid w:val="00BB4BBA"/>
    <w:rsid w:val="00BC0BB3"/>
    <w:rsid w:val="00BC6413"/>
    <w:rsid w:val="00BD3766"/>
    <w:rsid w:val="00BD7E91"/>
    <w:rsid w:val="00BF2FAC"/>
    <w:rsid w:val="00BF374D"/>
    <w:rsid w:val="00BF5F5B"/>
    <w:rsid w:val="00C02D0A"/>
    <w:rsid w:val="00C03A6E"/>
    <w:rsid w:val="00C13FB6"/>
    <w:rsid w:val="00C14464"/>
    <w:rsid w:val="00C34B9A"/>
    <w:rsid w:val="00C44F6A"/>
    <w:rsid w:val="00C45F6A"/>
    <w:rsid w:val="00C577B3"/>
    <w:rsid w:val="00C70AE6"/>
    <w:rsid w:val="00C76762"/>
    <w:rsid w:val="00C91A4D"/>
    <w:rsid w:val="00C9602D"/>
    <w:rsid w:val="00CA200C"/>
    <w:rsid w:val="00CA21D8"/>
    <w:rsid w:val="00CA22B6"/>
    <w:rsid w:val="00CA2900"/>
    <w:rsid w:val="00CB0648"/>
    <w:rsid w:val="00CB071C"/>
    <w:rsid w:val="00CB721D"/>
    <w:rsid w:val="00CD1587"/>
    <w:rsid w:val="00CD1FC4"/>
    <w:rsid w:val="00CE371D"/>
    <w:rsid w:val="00CE657C"/>
    <w:rsid w:val="00CF341A"/>
    <w:rsid w:val="00D061C9"/>
    <w:rsid w:val="00D068B6"/>
    <w:rsid w:val="00D15D55"/>
    <w:rsid w:val="00D2050E"/>
    <w:rsid w:val="00D21061"/>
    <w:rsid w:val="00D21CFC"/>
    <w:rsid w:val="00D316A7"/>
    <w:rsid w:val="00D4108E"/>
    <w:rsid w:val="00D52628"/>
    <w:rsid w:val="00D6163D"/>
    <w:rsid w:val="00D77055"/>
    <w:rsid w:val="00D80CFE"/>
    <w:rsid w:val="00D831A3"/>
    <w:rsid w:val="00D8322B"/>
    <w:rsid w:val="00D83CED"/>
    <w:rsid w:val="00D907F8"/>
    <w:rsid w:val="00D97ED9"/>
    <w:rsid w:val="00DA0D39"/>
    <w:rsid w:val="00DA1C20"/>
    <w:rsid w:val="00DA443C"/>
    <w:rsid w:val="00DA6FFE"/>
    <w:rsid w:val="00DC3110"/>
    <w:rsid w:val="00DD3A2E"/>
    <w:rsid w:val="00DD46F3"/>
    <w:rsid w:val="00DD58A6"/>
    <w:rsid w:val="00DD5DE9"/>
    <w:rsid w:val="00DE56F2"/>
    <w:rsid w:val="00DE5C9A"/>
    <w:rsid w:val="00DF116D"/>
    <w:rsid w:val="00DF3E8E"/>
    <w:rsid w:val="00E01ADE"/>
    <w:rsid w:val="00E32636"/>
    <w:rsid w:val="00E527B0"/>
    <w:rsid w:val="00E824F1"/>
    <w:rsid w:val="00E83BF0"/>
    <w:rsid w:val="00EB104F"/>
    <w:rsid w:val="00EC2355"/>
    <w:rsid w:val="00EC3F74"/>
    <w:rsid w:val="00ED14BD"/>
    <w:rsid w:val="00ED70A5"/>
    <w:rsid w:val="00EE4DDB"/>
    <w:rsid w:val="00EF3554"/>
    <w:rsid w:val="00F02EC3"/>
    <w:rsid w:val="00F12DEC"/>
    <w:rsid w:val="00F1544A"/>
    <w:rsid w:val="00F1715C"/>
    <w:rsid w:val="00F22660"/>
    <w:rsid w:val="00F30B1B"/>
    <w:rsid w:val="00F310F8"/>
    <w:rsid w:val="00F35939"/>
    <w:rsid w:val="00F37E89"/>
    <w:rsid w:val="00F45607"/>
    <w:rsid w:val="00F61583"/>
    <w:rsid w:val="00F61A03"/>
    <w:rsid w:val="00F64786"/>
    <w:rsid w:val="00F659EB"/>
    <w:rsid w:val="00F83F0E"/>
    <w:rsid w:val="00F862D6"/>
    <w:rsid w:val="00F86888"/>
    <w:rsid w:val="00F86BA6"/>
    <w:rsid w:val="00FA1D73"/>
    <w:rsid w:val="00FA4D1E"/>
    <w:rsid w:val="00FB54EB"/>
    <w:rsid w:val="00FC0499"/>
    <w:rsid w:val="00FC6389"/>
    <w:rsid w:val="00FE04D4"/>
    <w:rsid w:val="00FF4316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6C34B9F"/>
  <w14:defaultImageDpi w14:val="32767"/>
  <w15:docId w15:val="{A3348874-CB11-435B-B5DE-7932181C0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452C9B"/>
    <w:pPr>
      <w:keepNext/>
      <w:keepLines/>
      <w:numPr>
        <w:numId w:val="5"/>
      </w:numPr>
      <w:spacing w:before="360" w:after="0" w:line="276" w:lineRule="auto"/>
      <w:jc w:val="both"/>
      <w:outlineLvl w:val="0"/>
    </w:pPr>
    <w:rPr>
      <w:rFonts w:eastAsiaTheme="majorEastAsia" w:cstheme="majorBidi"/>
      <w:b/>
      <w:spacing w:val="-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52C9B"/>
    <w:rPr>
      <w:rFonts w:eastAsiaTheme="majorEastAsia" w:cstheme="majorBidi"/>
      <w:b/>
      <w:spacing w:val="-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452C9B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452C9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Style1">
    <w:name w:val="Style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">
    <w:name w:val="Style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30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">
    <w:name w:val="Style3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5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5">
    <w:name w:val="Style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6">
    <w:name w:val="Style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7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0">
    <w:name w:val="Style1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403" w:lineRule="exact"/>
      <w:ind w:firstLine="41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1">
    <w:name w:val="Style1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2">
    <w:name w:val="Style12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5">
    <w:name w:val="Style15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468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6">
    <w:name w:val="Style16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7">
    <w:name w:val="Style1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19">
    <w:name w:val="Style1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36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1">
    <w:name w:val="Style21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4">
    <w:name w:val="Style24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2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7">
    <w:name w:val="Style27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4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29">
    <w:name w:val="Style29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9" w:lineRule="exact"/>
      <w:ind w:hanging="562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30">
    <w:name w:val="Style30"/>
    <w:basedOn w:val="Normln"/>
    <w:uiPriority w:val="99"/>
    <w:rsid w:val="00452C9B"/>
    <w:pPr>
      <w:widowControl w:val="0"/>
      <w:autoSpaceDE w:val="0"/>
      <w:autoSpaceDN w:val="0"/>
      <w:adjustRightInd w:val="0"/>
      <w:spacing w:after="0" w:line="253" w:lineRule="exact"/>
      <w:ind w:hanging="554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3">
    <w:name w:val="Font Style33"/>
    <w:uiPriority w:val="99"/>
    <w:rsid w:val="00452C9B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6">
    <w:name w:val="Font Style36"/>
    <w:uiPriority w:val="99"/>
    <w:rsid w:val="00452C9B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uiPriority w:val="99"/>
    <w:rsid w:val="00452C9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452C9B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2">
    <w:name w:val="Font Style42"/>
    <w:uiPriority w:val="99"/>
    <w:rsid w:val="00452C9B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4">
    <w:name w:val="Font Style44"/>
    <w:uiPriority w:val="99"/>
    <w:rsid w:val="00452C9B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8">
    <w:name w:val="Font Style48"/>
    <w:uiPriority w:val="99"/>
    <w:rsid w:val="00452C9B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452C9B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452C9B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452C9B"/>
    <w:rPr>
      <w:rFonts w:ascii="Times New Roman" w:hAnsi="Times New Roman" w:cs="Times New Roman" w:hint="default"/>
      <w:b/>
      <w:bCs w:val="0"/>
      <w:color w:val="000000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452C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52C9B"/>
    <w:pPr>
      <w:spacing w:after="200" w:line="240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52C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52C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52C9B"/>
    <w:rPr>
      <w:b/>
      <w:bCs/>
      <w:sz w:val="20"/>
      <w:szCs w:val="20"/>
    </w:rPr>
  </w:style>
  <w:style w:type="paragraph" w:customStyle="1" w:styleId="Default">
    <w:name w:val="Default"/>
    <w:rsid w:val="00452C9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Odrkya">
    <w:name w:val="Odrážky a)"/>
    <w:basedOn w:val="Odstavecseseznamem"/>
    <w:link w:val="OdrkyaChar"/>
    <w:autoRedefine/>
    <w:qFormat/>
    <w:rsid w:val="009932D2"/>
    <w:pPr>
      <w:numPr>
        <w:numId w:val="43"/>
      </w:numPr>
      <w:autoSpaceDE w:val="0"/>
      <w:autoSpaceDN w:val="0"/>
      <w:spacing w:after="60" w:line="240" w:lineRule="auto"/>
      <w:contextualSpacing w:val="0"/>
      <w:jc w:val="both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52C9B"/>
    <w:pPr>
      <w:spacing w:after="0" w:line="240" w:lineRule="auto"/>
      <w:jc w:val="both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52C9B"/>
    <w:rPr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52C9B"/>
  </w:style>
  <w:style w:type="character" w:customStyle="1" w:styleId="OdrkyaChar">
    <w:name w:val="Odrážky a) Char"/>
    <w:basedOn w:val="OdstavecseseznamemChar"/>
    <w:link w:val="Odrkya"/>
    <w:rsid w:val="009932D2"/>
  </w:style>
  <w:style w:type="character" w:styleId="Odkaznavysvtlivky">
    <w:name w:val="endnote reference"/>
    <w:basedOn w:val="Standardnpsmoodstavce"/>
    <w:uiPriority w:val="99"/>
    <w:semiHidden/>
    <w:unhideWhenUsed/>
    <w:rsid w:val="00452C9B"/>
    <w:rPr>
      <w:vertAlign w:val="superscript"/>
    </w:rPr>
  </w:style>
  <w:style w:type="character" w:styleId="Znakapoznpodarou">
    <w:name w:val="footnote reference"/>
    <w:basedOn w:val="Standardnpsmoodstavce"/>
    <w:semiHidden/>
    <w:unhideWhenUsed/>
    <w:rsid w:val="00452C9B"/>
    <w:rPr>
      <w:vertAlign w:val="superscript"/>
    </w:rPr>
  </w:style>
  <w:style w:type="paragraph" w:styleId="Revize">
    <w:name w:val="Revision"/>
    <w:hidden/>
    <w:uiPriority w:val="99"/>
    <w:semiHidden/>
    <w:rsid w:val="00452C9B"/>
    <w:pPr>
      <w:spacing w:after="0" w:line="240" w:lineRule="auto"/>
    </w:pPr>
    <w:rPr>
      <w:sz w:val="20"/>
      <w:szCs w:val="20"/>
    </w:rPr>
  </w:style>
  <w:style w:type="paragraph" w:customStyle="1" w:styleId="Mezimezera">
    <w:name w:val="Mezimezera"/>
    <w:basedOn w:val="Normln"/>
    <w:link w:val="MezimezeraChar"/>
    <w:qFormat/>
    <w:rsid w:val="00452C9B"/>
    <w:pPr>
      <w:spacing w:after="0" w:line="276" w:lineRule="auto"/>
      <w:ind w:left="432"/>
      <w:jc w:val="both"/>
    </w:pPr>
    <w:rPr>
      <w:sz w:val="20"/>
      <w:szCs w:val="20"/>
    </w:rPr>
  </w:style>
  <w:style w:type="character" w:customStyle="1" w:styleId="MezimezeraChar">
    <w:name w:val="Mezimezera Char"/>
    <w:basedOn w:val="Standardnpsmoodstavce"/>
    <w:link w:val="Mezimezera"/>
    <w:rsid w:val="00452C9B"/>
    <w:rPr>
      <w:sz w:val="20"/>
      <w:szCs w:val="20"/>
    </w:rPr>
  </w:style>
  <w:style w:type="paragraph" w:customStyle="1" w:styleId="RLlnekzadvacdokumentace">
    <w:name w:val="RL Článek zadávací dokumentace"/>
    <w:basedOn w:val="Normln"/>
    <w:next w:val="Normln"/>
    <w:rsid w:val="00452C9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Arial" w:eastAsia="Times New Roman" w:hAnsi="Arial" w:cs="Arial"/>
      <w:b/>
      <w:bCs/>
      <w:sz w:val="22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452C9B"/>
    <w:rPr>
      <w:color w:val="954F72" w:themeColor="followedHyperlink"/>
      <w:u w:val="single"/>
    </w:rPr>
  </w:style>
  <w:style w:type="paragraph" w:customStyle="1" w:styleId="acnormal">
    <w:name w:val="ac_normal"/>
    <w:basedOn w:val="Normln"/>
    <w:link w:val="acnormalChar"/>
    <w:uiPriority w:val="99"/>
    <w:qFormat/>
    <w:rsid w:val="00216198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216198"/>
    <w:rPr>
      <w:rFonts w:ascii="Calibri" w:eastAsia="Calibri" w:hAnsi="Calibri" w:cs="Times New Roman"/>
      <w:sz w:val="16"/>
      <w:szCs w:val="22"/>
    </w:rPr>
  </w:style>
  <w:style w:type="character" w:customStyle="1" w:styleId="Zkladntext2">
    <w:name w:val="Základní text (2)_"/>
    <w:basedOn w:val="Standardnpsmoodstavce"/>
    <w:link w:val="Zkladntext20"/>
    <w:rsid w:val="00131575"/>
    <w:rPr>
      <w:rFonts w:eastAsia="Verdana" w:cs="Verdana"/>
      <w:shd w:val="clear" w:color="auto" w:fill="FFFFFF"/>
    </w:rPr>
  </w:style>
  <w:style w:type="character" w:customStyle="1" w:styleId="Nadpis20">
    <w:name w:val="Nadpis #2_"/>
    <w:basedOn w:val="Standardnpsmoodstavce"/>
    <w:link w:val="Nadpis21"/>
    <w:rsid w:val="00131575"/>
    <w:rPr>
      <w:rFonts w:eastAsia="Verdana" w:cs="Verdana"/>
      <w:b/>
      <w:bCs/>
      <w:sz w:val="19"/>
      <w:szCs w:val="19"/>
      <w:shd w:val="clear" w:color="auto" w:fill="FFFFFF"/>
    </w:rPr>
  </w:style>
  <w:style w:type="character" w:customStyle="1" w:styleId="Zkladntext8">
    <w:name w:val="Základní text (8)_"/>
    <w:basedOn w:val="Standardnpsmoodstavce"/>
    <w:link w:val="Zkladntext80"/>
    <w:rsid w:val="00131575"/>
    <w:rPr>
      <w:rFonts w:eastAsia="Verdana" w:cs="Verdana"/>
      <w:b/>
      <w:bCs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131575"/>
    <w:pPr>
      <w:widowControl w:val="0"/>
      <w:shd w:val="clear" w:color="auto" w:fill="FFFFFF"/>
      <w:spacing w:before="4980" w:after="720" w:line="0" w:lineRule="atLeast"/>
    </w:pPr>
    <w:rPr>
      <w:rFonts w:eastAsia="Verdana" w:cs="Verdana"/>
    </w:rPr>
  </w:style>
  <w:style w:type="paragraph" w:customStyle="1" w:styleId="Nadpis21">
    <w:name w:val="Nadpis #2"/>
    <w:basedOn w:val="Normln"/>
    <w:link w:val="Nadpis20"/>
    <w:rsid w:val="00131575"/>
    <w:pPr>
      <w:widowControl w:val="0"/>
      <w:shd w:val="clear" w:color="auto" w:fill="FFFFFF"/>
      <w:spacing w:line="0" w:lineRule="atLeast"/>
      <w:jc w:val="center"/>
      <w:outlineLvl w:val="1"/>
    </w:pPr>
    <w:rPr>
      <w:rFonts w:eastAsia="Verdana" w:cs="Verdana"/>
      <w:b/>
      <w:bCs/>
      <w:sz w:val="19"/>
      <w:szCs w:val="19"/>
    </w:rPr>
  </w:style>
  <w:style w:type="paragraph" w:customStyle="1" w:styleId="Zkladntext80">
    <w:name w:val="Základní text (8)"/>
    <w:basedOn w:val="Normln"/>
    <w:link w:val="Zkladntext8"/>
    <w:rsid w:val="00131575"/>
    <w:pPr>
      <w:widowControl w:val="0"/>
      <w:shd w:val="clear" w:color="auto" w:fill="FFFFFF"/>
      <w:spacing w:before="240" w:line="0" w:lineRule="atLeast"/>
      <w:jc w:val="both"/>
    </w:pPr>
    <w:rPr>
      <w:rFonts w:eastAsia="Verdana" w:cs="Verdana"/>
      <w:b/>
      <w:bCs/>
    </w:rPr>
  </w:style>
  <w:style w:type="table" w:styleId="Barevntabulkaseznamu6zvraznn1">
    <w:name w:val="List Table 6 Colorful Accent 1"/>
    <w:basedOn w:val="Normlntabulka"/>
    <w:uiPriority w:val="51"/>
    <w:rsid w:val="000D22BB"/>
    <w:pPr>
      <w:spacing w:after="0" w:line="240" w:lineRule="auto"/>
    </w:pPr>
    <w:rPr>
      <w:color w:val="001F42" w:themeColor="accent1" w:themeShade="BF"/>
      <w:sz w:val="22"/>
      <w:szCs w:val="22"/>
    </w:rPr>
    <w:tblPr>
      <w:tblStyleRowBandSize w:val="1"/>
      <w:tblStyleColBandSize w:val="1"/>
      <w:tblBorders>
        <w:top w:val="single" w:sz="4" w:space="0" w:color="002B59" w:themeColor="accent1"/>
        <w:bottom w:val="single" w:sz="4" w:space="0" w:color="002B59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02B59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2B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D3FF" w:themeFill="accent1" w:themeFillTint="33"/>
      </w:tcPr>
    </w:tblStylePr>
    <w:tblStylePr w:type="band1Horz">
      <w:tblPr/>
      <w:tcPr>
        <w:shd w:val="clear" w:color="auto" w:fill="AAD3FF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pro%20r&#225;mcov&#233;%20dohody\szdc_administrativni-dopis_v8_VZO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0B373-B4FC-457A-A9D1-7990AB217A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2CA2AC-2066-4EA8-BD6F-22DD949F85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D169A38-787F-4BB6-A0E4-B69EA7C41A9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D59102D-025E-4AA8-A77C-77113D831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szdc_administrativni-dopis_v8_VZOR</Template>
  <TotalTime>1357</TotalTime>
  <Pages>2</Pages>
  <Words>422</Words>
  <Characters>2492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124</cp:revision>
  <cp:lastPrinted>2023-03-17T11:00:00Z</cp:lastPrinted>
  <dcterms:created xsi:type="dcterms:W3CDTF">2019-03-21T08:57:00Z</dcterms:created>
  <dcterms:modified xsi:type="dcterms:W3CDTF">2023-03-22T11:45:00Z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